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5D4DF02" w14:textId="77777777" w:rsidTr="00F862D6">
        <w:tc>
          <w:tcPr>
            <w:tcW w:w="1020" w:type="dxa"/>
          </w:tcPr>
          <w:p w14:paraId="0B2EB7CB" w14:textId="77777777" w:rsidR="00F64786" w:rsidRDefault="00F64786" w:rsidP="0077673A"/>
        </w:tc>
        <w:tc>
          <w:tcPr>
            <w:tcW w:w="2552" w:type="dxa"/>
          </w:tcPr>
          <w:p w14:paraId="1A4D9761" w14:textId="77777777" w:rsidR="00F64786" w:rsidRDefault="00F64786" w:rsidP="0077673A"/>
        </w:tc>
        <w:tc>
          <w:tcPr>
            <w:tcW w:w="823" w:type="dxa"/>
          </w:tcPr>
          <w:p w14:paraId="2DB5134B" w14:textId="77777777" w:rsidR="00F64786" w:rsidRDefault="00F64786" w:rsidP="0077673A"/>
        </w:tc>
        <w:tc>
          <w:tcPr>
            <w:tcW w:w="3685" w:type="dxa"/>
          </w:tcPr>
          <w:p w14:paraId="16B200C9" w14:textId="77777777" w:rsidR="00F64786" w:rsidRDefault="00F64786" w:rsidP="0077673A"/>
        </w:tc>
      </w:tr>
      <w:tr w:rsidR="00F862D6" w14:paraId="43272071" w14:textId="77777777" w:rsidTr="00596C7E">
        <w:tc>
          <w:tcPr>
            <w:tcW w:w="1020" w:type="dxa"/>
          </w:tcPr>
          <w:p w14:paraId="127C2E37" w14:textId="77777777" w:rsidR="00F862D6" w:rsidRDefault="00F862D6" w:rsidP="0077673A"/>
        </w:tc>
        <w:tc>
          <w:tcPr>
            <w:tcW w:w="2552" w:type="dxa"/>
          </w:tcPr>
          <w:p w14:paraId="4105A954" w14:textId="77777777" w:rsidR="00F862D6" w:rsidRDefault="00F862D6" w:rsidP="00764595"/>
        </w:tc>
        <w:tc>
          <w:tcPr>
            <w:tcW w:w="823" w:type="dxa"/>
          </w:tcPr>
          <w:p w14:paraId="113DE1F2" w14:textId="77777777" w:rsidR="00F862D6" w:rsidRDefault="00F862D6" w:rsidP="0077673A"/>
        </w:tc>
        <w:tc>
          <w:tcPr>
            <w:tcW w:w="3685" w:type="dxa"/>
            <w:vMerge w:val="restart"/>
          </w:tcPr>
          <w:p w14:paraId="0E11C002" w14:textId="77777777" w:rsidR="00596C7E" w:rsidRDefault="00596C7E" w:rsidP="00596C7E">
            <w:pPr>
              <w:rPr>
                <w:rStyle w:val="Potovnadresa"/>
              </w:rPr>
            </w:pPr>
          </w:p>
          <w:p w14:paraId="59FFBDF4" w14:textId="77777777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208C88B1" w14:textId="77777777" w:rsidTr="00F862D6">
        <w:tc>
          <w:tcPr>
            <w:tcW w:w="1020" w:type="dxa"/>
          </w:tcPr>
          <w:p w14:paraId="4F1470FB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5E3F3688" w14:textId="123E09D4" w:rsidR="00F862D6" w:rsidRPr="003E6B9A" w:rsidRDefault="00F31F8D" w:rsidP="00761090">
            <w:r w:rsidRPr="00F31F8D">
              <w:rPr>
                <w:rFonts w:ascii="Helvetica" w:hAnsi="Helvetica"/>
              </w:rPr>
              <w:t>12498/2024-SŽ-SSV-Ú3</w:t>
            </w:r>
          </w:p>
        </w:tc>
        <w:tc>
          <w:tcPr>
            <w:tcW w:w="823" w:type="dxa"/>
          </w:tcPr>
          <w:p w14:paraId="3A1BE815" w14:textId="77777777" w:rsidR="00F862D6" w:rsidRDefault="00F862D6" w:rsidP="0077673A"/>
        </w:tc>
        <w:tc>
          <w:tcPr>
            <w:tcW w:w="3685" w:type="dxa"/>
            <w:vMerge/>
          </w:tcPr>
          <w:p w14:paraId="5BA33DF3" w14:textId="77777777" w:rsidR="00F862D6" w:rsidRDefault="00F862D6" w:rsidP="0077673A"/>
        </w:tc>
      </w:tr>
      <w:tr w:rsidR="00F862D6" w14:paraId="7AE32F58" w14:textId="77777777" w:rsidTr="00F862D6">
        <w:tc>
          <w:tcPr>
            <w:tcW w:w="1020" w:type="dxa"/>
          </w:tcPr>
          <w:p w14:paraId="4A64B9FA" w14:textId="77777777" w:rsidR="00F862D6" w:rsidRPr="00F31F8D" w:rsidRDefault="00F862D6" w:rsidP="0077673A">
            <w:r w:rsidRPr="00F31F8D">
              <w:t>Listů/příloh</w:t>
            </w:r>
          </w:p>
        </w:tc>
        <w:tc>
          <w:tcPr>
            <w:tcW w:w="2552" w:type="dxa"/>
          </w:tcPr>
          <w:p w14:paraId="153F9732" w14:textId="47C1BA48" w:rsidR="00F862D6" w:rsidRPr="00F31F8D" w:rsidRDefault="00F31F8D" w:rsidP="00CC1E2B">
            <w:r w:rsidRPr="00F31F8D">
              <w:t>5</w:t>
            </w:r>
            <w:r w:rsidR="003E6B9A" w:rsidRPr="00F31F8D">
              <w:t>/</w:t>
            </w:r>
            <w:r w:rsidRPr="00F31F8D">
              <w:t>2</w:t>
            </w:r>
          </w:p>
        </w:tc>
        <w:tc>
          <w:tcPr>
            <w:tcW w:w="823" w:type="dxa"/>
          </w:tcPr>
          <w:p w14:paraId="439817CE" w14:textId="77777777" w:rsidR="00F862D6" w:rsidRDefault="00F862D6" w:rsidP="0077673A"/>
        </w:tc>
        <w:tc>
          <w:tcPr>
            <w:tcW w:w="3685" w:type="dxa"/>
            <w:vMerge/>
          </w:tcPr>
          <w:p w14:paraId="3CD60DFB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9023280" w14:textId="77777777" w:rsidTr="00B23CA3">
        <w:trPr>
          <w:trHeight w:val="77"/>
        </w:trPr>
        <w:tc>
          <w:tcPr>
            <w:tcW w:w="1020" w:type="dxa"/>
          </w:tcPr>
          <w:p w14:paraId="789C4903" w14:textId="77777777" w:rsidR="00F862D6" w:rsidRDefault="00F862D6" w:rsidP="0077673A"/>
        </w:tc>
        <w:tc>
          <w:tcPr>
            <w:tcW w:w="2552" w:type="dxa"/>
          </w:tcPr>
          <w:p w14:paraId="1EA9F6A5" w14:textId="77777777" w:rsidR="00F862D6" w:rsidRPr="003E6B9A" w:rsidRDefault="00F862D6" w:rsidP="0077673A"/>
        </w:tc>
        <w:tc>
          <w:tcPr>
            <w:tcW w:w="823" w:type="dxa"/>
          </w:tcPr>
          <w:p w14:paraId="7967E9D6" w14:textId="77777777" w:rsidR="00F862D6" w:rsidRDefault="00F862D6" w:rsidP="0077673A"/>
        </w:tc>
        <w:tc>
          <w:tcPr>
            <w:tcW w:w="3685" w:type="dxa"/>
            <w:vMerge/>
          </w:tcPr>
          <w:p w14:paraId="2282A50A" w14:textId="77777777" w:rsidR="00F862D6" w:rsidRDefault="00F862D6" w:rsidP="0077673A"/>
        </w:tc>
      </w:tr>
      <w:tr w:rsidR="00F862D6" w14:paraId="3A9620F7" w14:textId="77777777" w:rsidTr="00F862D6">
        <w:tc>
          <w:tcPr>
            <w:tcW w:w="1020" w:type="dxa"/>
          </w:tcPr>
          <w:p w14:paraId="3457FF0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EDEFDDE" w14:textId="77777777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BBDF714" w14:textId="77777777" w:rsidR="00F862D6" w:rsidRDefault="00F862D6" w:rsidP="0077673A"/>
        </w:tc>
        <w:tc>
          <w:tcPr>
            <w:tcW w:w="3685" w:type="dxa"/>
            <w:vMerge/>
          </w:tcPr>
          <w:p w14:paraId="01BC9469" w14:textId="77777777" w:rsidR="00F862D6" w:rsidRDefault="00F862D6" w:rsidP="0077673A"/>
        </w:tc>
      </w:tr>
      <w:tr w:rsidR="009A7568" w14:paraId="66719DBF" w14:textId="77777777" w:rsidTr="00F862D6">
        <w:tc>
          <w:tcPr>
            <w:tcW w:w="1020" w:type="dxa"/>
          </w:tcPr>
          <w:p w14:paraId="2C7B6CA4" w14:textId="77777777" w:rsidR="009A7568" w:rsidRDefault="009A7568" w:rsidP="009A7568"/>
        </w:tc>
        <w:tc>
          <w:tcPr>
            <w:tcW w:w="2552" w:type="dxa"/>
          </w:tcPr>
          <w:p w14:paraId="16038FF2" w14:textId="77777777" w:rsidR="009A7568" w:rsidRPr="003E6B9A" w:rsidRDefault="009A7568" w:rsidP="009A7568"/>
        </w:tc>
        <w:tc>
          <w:tcPr>
            <w:tcW w:w="823" w:type="dxa"/>
          </w:tcPr>
          <w:p w14:paraId="21B5EB84" w14:textId="77777777" w:rsidR="009A7568" w:rsidRDefault="009A7568" w:rsidP="009A7568"/>
        </w:tc>
        <w:tc>
          <w:tcPr>
            <w:tcW w:w="3685" w:type="dxa"/>
            <w:vMerge/>
          </w:tcPr>
          <w:p w14:paraId="5B18EE0F" w14:textId="77777777" w:rsidR="009A7568" w:rsidRDefault="009A7568" w:rsidP="009A7568"/>
        </w:tc>
      </w:tr>
      <w:tr w:rsidR="009A7568" w14:paraId="5D1C6574" w14:textId="77777777" w:rsidTr="00F862D6">
        <w:tc>
          <w:tcPr>
            <w:tcW w:w="1020" w:type="dxa"/>
          </w:tcPr>
          <w:p w14:paraId="2FBDA299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91384E0" w14:textId="77777777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1CDD4F2F" w14:textId="77777777" w:rsidR="009A7568" w:rsidRDefault="009A7568" w:rsidP="009A7568"/>
        </w:tc>
        <w:tc>
          <w:tcPr>
            <w:tcW w:w="3685" w:type="dxa"/>
            <w:vMerge/>
          </w:tcPr>
          <w:p w14:paraId="71336E53" w14:textId="77777777" w:rsidR="009A7568" w:rsidRDefault="009A7568" w:rsidP="009A7568"/>
        </w:tc>
      </w:tr>
      <w:tr w:rsidR="009A7568" w14:paraId="3A813FBE" w14:textId="77777777" w:rsidTr="00F862D6">
        <w:tc>
          <w:tcPr>
            <w:tcW w:w="1020" w:type="dxa"/>
          </w:tcPr>
          <w:p w14:paraId="256D045C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24D0281" w14:textId="77777777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3F65FAD6" w14:textId="77777777" w:rsidR="009A7568" w:rsidRDefault="009A7568" w:rsidP="009A7568"/>
        </w:tc>
        <w:tc>
          <w:tcPr>
            <w:tcW w:w="3685" w:type="dxa"/>
            <w:vMerge/>
          </w:tcPr>
          <w:p w14:paraId="4654B3C4" w14:textId="77777777" w:rsidR="009A7568" w:rsidRDefault="009A7568" w:rsidP="009A7568"/>
        </w:tc>
      </w:tr>
      <w:tr w:rsidR="009A7568" w14:paraId="22ED4791" w14:textId="77777777" w:rsidTr="00F862D6">
        <w:tc>
          <w:tcPr>
            <w:tcW w:w="1020" w:type="dxa"/>
          </w:tcPr>
          <w:p w14:paraId="0B773830" w14:textId="77777777" w:rsidR="009A7568" w:rsidRDefault="009A7568" w:rsidP="009A7568"/>
        </w:tc>
        <w:tc>
          <w:tcPr>
            <w:tcW w:w="2552" w:type="dxa"/>
          </w:tcPr>
          <w:p w14:paraId="77B34CF2" w14:textId="77777777" w:rsidR="009A7568" w:rsidRPr="003E6B9A" w:rsidRDefault="009A7568" w:rsidP="009A7568"/>
        </w:tc>
        <w:tc>
          <w:tcPr>
            <w:tcW w:w="823" w:type="dxa"/>
          </w:tcPr>
          <w:p w14:paraId="349BD301" w14:textId="77777777" w:rsidR="009A7568" w:rsidRDefault="009A7568" w:rsidP="009A7568"/>
        </w:tc>
        <w:tc>
          <w:tcPr>
            <w:tcW w:w="3685" w:type="dxa"/>
          </w:tcPr>
          <w:p w14:paraId="58FAA733" w14:textId="77777777" w:rsidR="009A7568" w:rsidRDefault="009A7568" w:rsidP="009A7568"/>
        </w:tc>
      </w:tr>
      <w:tr w:rsidR="009A7568" w14:paraId="522B9C79" w14:textId="77777777" w:rsidTr="00F862D6">
        <w:tc>
          <w:tcPr>
            <w:tcW w:w="1020" w:type="dxa"/>
          </w:tcPr>
          <w:p w14:paraId="03DF38B5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58F1F9E" w14:textId="368746D0" w:rsidR="009A7568" w:rsidRPr="003E6B9A" w:rsidRDefault="00F90746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31F8D">
              <w:rPr>
                <w:noProof/>
              </w:rPr>
              <w:t>8. listopadu 2024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EBCBC26" w14:textId="77777777" w:rsidR="009A7568" w:rsidRDefault="009A7568" w:rsidP="009A7568"/>
        </w:tc>
        <w:tc>
          <w:tcPr>
            <w:tcW w:w="3685" w:type="dxa"/>
          </w:tcPr>
          <w:p w14:paraId="298AF026" w14:textId="77777777" w:rsidR="009A7568" w:rsidRDefault="009A7568" w:rsidP="009A7568"/>
        </w:tc>
      </w:tr>
      <w:tr w:rsidR="00F64786" w14:paraId="44E58992" w14:textId="77777777" w:rsidTr="00F862D6">
        <w:tc>
          <w:tcPr>
            <w:tcW w:w="1020" w:type="dxa"/>
          </w:tcPr>
          <w:p w14:paraId="6E1EB069" w14:textId="77777777" w:rsidR="00F64786" w:rsidRDefault="00F64786" w:rsidP="0077673A"/>
        </w:tc>
        <w:tc>
          <w:tcPr>
            <w:tcW w:w="2552" w:type="dxa"/>
          </w:tcPr>
          <w:p w14:paraId="2A629F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49D798D" w14:textId="77777777" w:rsidR="00F64786" w:rsidRDefault="00F64786" w:rsidP="0077673A"/>
        </w:tc>
        <w:tc>
          <w:tcPr>
            <w:tcW w:w="3685" w:type="dxa"/>
          </w:tcPr>
          <w:p w14:paraId="484CC9C6" w14:textId="77777777" w:rsidR="00F64786" w:rsidRDefault="00F64786" w:rsidP="0077673A"/>
        </w:tc>
      </w:tr>
      <w:tr w:rsidR="00F862D6" w14:paraId="0847EAE2" w14:textId="77777777" w:rsidTr="00B45E9E">
        <w:trPr>
          <w:trHeight w:val="794"/>
        </w:trPr>
        <w:tc>
          <w:tcPr>
            <w:tcW w:w="1020" w:type="dxa"/>
          </w:tcPr>
          <w:p w14:paraId="34DB7B4F" w14:textId="77777777" w:rsidR="00F862D6" w:rsidRDefault="00F862D6" w:rsidP="0077673A"/>
        </w:tc>
        <w:tc>
          <w:tcPr>
            <w:tcW w:w="2552" w:type="dxa"/>
          </w:tcPr>
          <w:p w14:paraId="6316544C" w14:textId="77777777" w:rsidR="00F862D6" w:rsidRDefault="00F862D6" w:rsidP="00F310F8"/>
        </w:tc>
        <w:tc>
          <w:tcPr>
            <w:tcW w:w="823" w:type="dxa"/>
          </w:tcPr>
          <w:p w14:paraId="6AACD634" w14:textId="77777777" w:rsidR="00F862D6" w:rsidRDefault="00F862D6" w:rsidP="0077673A">
            <w:bookmarkStart w:id="1" w:name="_GoBack"/>
            <w:bookmarkEnd w:id="1"/>
          </w:p>
        </w:tc>
        <w:tc>
          <w:tcPr>
            <w:tcW w:w="3685" w:type="dxa"/>
          </w:tcPr>
          <w:p w14:paraId="03A266A1" w14:textId="77777777" w:rsidR="00F862D6" w:rsidRDefault="00F862D6" w:rsidP="0077673A"/>
        </w:tc>
      </w:tr>
    </w:tbl>
    <w:p w14:paraId="4A0AA303" w14:textId="777777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7C6D48">
        <w:rPr>
          <w:rFonts w:eastAsia="Times New Roman" w:cs="Times New Roman"/>
          <w:lang w:eastAsia="cs-CZ"/>
        </w:rPr>
        <w:t>1</w:t>
      </w:r>
      <w:r w:rsidR="001538D2">
        <w:rPr>
          <w:rFonts w:eastAsia="Times New Roman" w:cs="Times New Roman"/>
          <w:lang w:eastAsia="cs-CZ"/>
        </w:rPr>
        <w:t>3</w:t>
      </w:r>
    </w:p>
    <w:p w14:paraId="151C8BCD" w14:textId="7777777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032BE58F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612474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644A48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26932C0" w14:textId="77777777" w:rsidR="00934DC3" w:rsidRDefault="00934DC3" w:rsidP="00934DC3">
      <w:pPr>
        <w:spacing w:after="0" w:line="240" w:lineRule="auto"/>
      </w:pPr>
    </w:p>
    <w:p w14:paraId="28CCC9D1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671723" w14:textId="77777777" w:rsidR="00BD5319" w:rsidRPr="00E04FC4" w:rsidRDefault="00BD5319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1538D2" w:rsidRPr="00E04FC4">
        <w:rPr>
          <w:rFonts w:asciiTheme="majorHAnsi" w:eastAsia="Calibri" w:hAnsiTheme="majorHAnsi" w:cs="Times New Roman"/>
          <w:b/>
          <w:lang w:eastAsia="cs-CZ"/>
        </w:rPr>
        <w:t>120</w:t>
      </w:r>
      <w:r w:rsidRPr="00E04FC4">
        <w:rPr>
          <w:rFonts w:asciiTheme="majorHAnsi" w:eastAsia="Calibri" w:hAnsiTheme="majorHAnsi" w:cs="Times New Roman"/>
          <w:b/>
          <w:lang w:eastAsia="cs-CZ"/>
        </w:rPr>
        <w:t>:</w:t>
      </w:r>
    </w:p>
    <w:p w14:paraId="34EF8D1B" w14:textId="77777777" w:rsidR="00A84512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 xml:space="preserve">V zadavatelem poskytnuté dokumentaci – v soupisech prací stavebních objektů železničních mostů </w:t>
      </w:r>
      <w:r w:rsidRPr="00E04FC4">
        <w:rPr>
          <w:rFonts w:asciiTheme="majorHAnsi" w:hAnsiTheme="majorHAnsi" w:cs="Arial"/>
          <w:b/>
          <w:bCs/>
        </w:rPr>
        <w:t>SO 22-19-03, SO 22-19-07, SO 22-19-10, SO 22-19-11</w:t>
      </w:r>
      <w:r w:rsidRPr="00E04FC4">
        <w:rPr>
          <w:rFonts w:asciiTheme="majorHAnsi" w:hAnsiTheme="majorHAnsi" w:cs="Arial"/>
        </w:rPr>
        <w:t xml:space="preserve">, železničního propustku </w:t>
      </w:r>
    </w:p>
    <w:p w14:paraId="65051428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  <w:b/>
          <w:bCs/>
        </w:rPr>
        <w:t>SO 22-19-15</w:t>
      </w:r>
      <w:r w:rsidR="00A84512">
        <w:rPr>
          <w:rFonts w:asciiTheme="majorHAnsi" w:hAnsiTheme="majorHAnsi" w:cs="Arial"/>
        </w:rPr>
        <w:t xml:space="preserve"> </w:t>
      </w:r>
      <w:r w:rsidRPr="00E04FC4">
        <w:rPr>
          <w:rFonts w:asciiTheme="majorHAnsi" w:hAnsiTheme="majorHAnsi" w:cs="Arial"/>
        </w:rPr>
        <w:t xml:space="preserve">a Němčického tunelu </w:t>
      </w:r>
      <w:r w:rsidRPr="00E04FC4">
        <w:rPr>
          <w:rFonts w:asciiTheme="majorHAnsi" w:hAnsiTheme="majorHAnsi" w:cs="Arial"/>
          <w:b/>
          <w:bCs/>
        </w:rPr>
        <w:t>SO 22-19-90</w:t>
      </w:r>
      <w:r w:rsidRPr="00E04FC4">
        <w:rPr>
          <w:rFonts w:asciiTheme="majorHAnsi" w:hAnsiTheme="majorHAnsi" w:cs="Arial"/>
        </w:rPr>
        <w:t>, je položka 93650 DROBNÉ DOPLŇK KONSTR KOVOVÉ.</w:t>
      </w:r>
    </w:p>
    <w:p w14:paraId="0EE32A16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  <w:bCs/>
          <w:iCs/>
        </w:rPr>
      </w:pPr>
      <w:r w:rsidRPr="00E04FC4">
        <w:rPr>
          <w:rFonts w:asciiTheme="majorHAnsi" w:hAnsiTheme="majorHAnsi" w:cs="Arial"/>
          <w:bCs/>
          <w:iCs/>
        </w:rPr>
        <w:t>Žádáme zadavatele o upřesnění, o jaké konstrukce u konkrétních objektů jde?</w:t>
      </w:r>
    </w:p>
    <w:p w14:paraId="3BD24284" w14:textId="77777777" w:rsid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C4EA875" w14:textId="77777777" w:rsidR="00BD5319" w:rsidRPr="00E04FC4" w:rsidRDefault="00BD5319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BD25389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171ED0D6" w14:textId="7EB47AD1" w:rsidR="00BD5319" w:rsidRDefault="00BD5319" w:rsidP="00E04FC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CD89B49" w14:textId="77777777" w:rsidR="00F31F8D" w:rsidRPr="00E04FC4" w:rsidRDefault="00F31F8D" w:rsidP="00E04FC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43E59CB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121:</w:t>
      </w:r>
    </w:p>
    <w:p w14:paraId="37076F21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V zadavatelem poskytnuté dokumentaci – v soupisech prací stavebních objektů železničních mostů</w:t>
      </w:r>
    </w:p>
    <w:p w14:paraId="333F092D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  <w:b/>
          <w:bCs/>
        </w:rPr>
        <w:t>SO 22-19-01, SO 22-19-02, SO 22-19-03, SO 22-19-07, SO 22-19-10, SO 22-19-11, SO 22-19-12</w:t>
      </w:r>
      <w:r w:rsidRPr="00E04FC4">
        <w:rPr>
          <w:rFonts w:asciiTheme="majorHAnsi" w:hAnsiTheme="majorHAnsi" w:cs="Arial"/>
        </w:rPr>
        <w:t xml:space="preserve">, podchodu </w:t>
      </w:r>
      <w:r w:rsidRPr="00E04FC4">
        <w:rPr>
          <w:rFonts w:asciiTheme="majorHAnsi" w:hAnsiTheme="majorHAnsi" w:cs="Arial"/>
          <w:b/>
          <w:bCs/>
        </w:rPr>
        <w:t>SO 22-19-08</w:t>
      </w:r>
      <w:r w:rsidRPr="00E04FC4">
        <w:rPr>
          <w:rFonts w:asciiTheme="majorHAnsi" w:hAnsiTheme="majorHAnsi" w:cs="Arial"/>
        </w:rPr>
        <w:t xml:space="preserve">, železničních propustků </w:t>
      </w:r>
      <w:r w:rsidRPr="00E04FC4">
        <w:rPr>
          <w:rFonts w:asciiTheme="majorHAnsi" w:hAnsiTheme="majorHAnsi" w:cs="Arial"/>
          <w:b/>
          <w:bCs/>
        </w:rPr>
        <w:t>SO 22-19-13, SO 22-19-14, SO 22-19-15</w:t>
      </w:r>
      <w:r w:rsidRPr="00E04FC4">
        <w:rPr>
          <w:rFonts w:asciiTheme="majorHAnsi" w:hAnsiTheme="majorHAnsi" w:cs="Arial"/>
        </w:rPr>
        <w:t xml:space="preserve"> a silničních mostů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22-19-82, SO 22-19-84, SO 22-19-85</w:t>
      </w:r>
      <w:r w:rsidRPr="00E04FC4">
        <w:rPr>
          <w:rFonts w:asciiTheme="majorHAnsi" w:hAnsiTheme="majorHAnsi" w:cs="Arial"/>
        </w:rPr>
        <w:t>, je položka 936501 DROBNÉ DOPLŇK KONSTR KOVOVÉ NEREZ.</w:t>
      </w:r>
    </w:p>
    <w:p w14:paraId="144FC211" w14:textId="77777777" w:rsidR="00E04FC4" w:rsidRPr="00A84512" w:rsidRDefault="00E04FC4" w:rsidP="00E04FC4">
      <w:pPr>
        <w:spacing w:after="0"/>
        <w:jc w:val="both"/>
        <w:rPr>
          <w:rFonts w:asciiTheme="majorHAnsi" w:hAnsiTheme="majorHAnsi" w:cs="Arial"/>
          <w:bCs/>
          <w:iCs/>
        </w:rPr>
      </w:pPr>
      <w:r w:rsidRPr="00A84512">
        <w:rPr>
          <w:rFonts w:asciiTheme="majorHAnsi" w:hAnsiTheme="majorHAnsi" w:cs="Arial"/>
          <w:bCs/>
          <w:iCs/>
        </w:rPr>
        <w:t>Žádáme zadavatele o upřesnění, o jaké konstrukce u konkrétních objektů jde?</w:t>
      </w:r>
    </w:p>
    <w:p w14:paraId="52D4BAED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613EB24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5C73369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77C05E4F" w14:textId="72F18A14" w:rsid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74B0932" w14:textId="77777777" w:rsidR="00F31F8D" w:rsidRPr="00E04FC4" w:rsidRDefault="00F31F8D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9EEEA05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122:</w:t>
      </w:r>
    </w:p>
    <w:p w14:paraId="4D949C41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V zadavatelem poskytnuté dokumentaci – v soupisech prací stavebních objektů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</w:rPr>
        <w:t>železničních mostů</w:t>
      </w:r>
    </w:p>
    <w:p w14:paraId="593B4CAB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  <w:b/>
          <w:bCs/>
        </w:rPr>
        <w:t>SO 22-19-01, SO 22-19-02, SO 22-19-03, SO 22-19-07,</w:t>
      </w:r>
      <w:r w:rsidRPr="00E04FC4">
        <w:rPr>
          <w:rFonts w:asciiTheme="majorHAnsi" w:hAnsiTheme="majorHAnsi"/>
          <w:b/>
          <w:bCs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22-19-11</w:t>
      </w:r>
      <w:r w:rsidRPr="00E04FC4">
        <w:rPr>
          <w:rFonts w:asciiTheme="majorHAnsi" w:hAnsiTheme="majorHAnsi" w:cs="Arial"/>
        </w:rPr>
        <w:t xml:space="preserve">, železničních propustků </w:t>
      </w:r>
      <w:r w:rsidRPr="00E04FC4">
        <w:rPr>
          <w:rFonts w:asciiTheme="majorHAnsi" w:hAnsiTheme="majorHAnsi" w:cs="Arial"/>
          <w:b/>
          <w:bCs/>
        </w:rPr>
        <w:t>SO 22-19-04,</w:t>
      </w:r>
      <w:r w:rsidRPr="00E04FC4">
        <w:rPr>
          <w:rFonts w:asciiTheme="majorHAnsi" w:hAnsiTheme="majorHAnsi"/>
          <w:b/>
          <w:bCs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22-19-13, SO 22-19-14, SO 22-19-15</w:t>
      </w:r>
      <w:r w:rsidRPr="00E04FC4">
        <w:rPr>
          <w:rFonts w:asciiTheme="majorHAnsi" w:hAnsiTheme="majorHAnsi" w:cs="Arial"/>
        </w:rPr>
        <w:t xml:space="preserve">, zárubních zdí </w:t>
      </w:r>
      <w:r w:rsidRPr="00E04FC4">
        <w:rPr>
          <w:rFonts w:asciiTheme="majorHAnsi" w:hAnsiTheme="majorHAnsi" w:cs="Arial"/>
          <w:b/>
          <w:bCs/>
        </w:rPr>
        <w:t>SO 22-19-05,</w:t>
      </w:r>
      <w:r w:rsidRPr="00E04FC4">
        <w:rPr>
          <w:rFonts w:asciiTheme="majorHAnsi" w:hAnsiTheme="majorHAnsi"/>
          <w:b/>
          <w:bCs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22-19-06</w:t>
      </w:r>
      <w:r w:rsidRPr="00E04FC4">
        <w:rPr>
          <w:rFonts w:asciiTheme="majorHAnsi" w:hAnsiTheme="majorHAnsi" w:cs="Arial"/>
        </w:rPr>
        <w:t>, podchodu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22-19-08</w:t>
      </w:r>
      <w:r w:rsidRPr="00E04FC4">
        <w:rPr>
          <w:rFonts w:asciiTheme="majorHAnsi" w:hAnsiTheme="majorHAnsi" w:cs="Arial"/>
        </w:rPr>
        <w:t xml:space="preserve">, a silničních mostů </w:t>
      </w:r>
      <w:r w:rsidRPr="00E04FC4">
        <w:rPr>
          <w:rFonts w:asciiTheme="majorHAnsi" w:hAnsiTheme="majorHAnsi" w:cs="Arial"/>
          <w:b/>
          <w:bCs/>
        </w:rPr>
        <w:t>SO 22-19-82, SO 22-19-84, SO 22-19-85</w:t>
      </w:r>
      <w:r w:rsidRPr="00E04FC4">
        <w:rPr>
          <w:rFonts w:asciiTheme="majorHAnsi" w:hAnsiTheme="majorHAnsi" w:cs="Arial"/>
        </w:rPr>
        <w:t xml:space="preserve">, je položka 451314 PODKLADNÍ A VÝPLŇOVÉ VRSTVY Z PROSTÉHO BETONU C25/30. </w:t>
      </w:r>
    </w:p>
    <w:p w14:paraId="52F91AE8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Tato položka nemá popis.</w:t>
      </w:r>
    </w:p>
    <w:p w14:paraId="4DFB7D16" w14:textId="77777777" w:rsidR="00F31F8D" w:rsidRDefault="00E04FC4" w:rsidP="00F31F8D">
      <w:pPr>
        <w:spacing w:after="0"/>
        <w:jc w:val="both"/>
        <w:rPr>
          <w:rFonts w:asciiTheme="majorHAnsi" w:hAnsiTheme="majorHAnsi" w:cs="Arial"/>
        </w:rPr>
      </w:pPr>
      <w:r w:rsidRPr="00A84512">
        <w:rPr>
          <w:rFonts w:asciiTheme="majorHAnsi" w:hAnsiTheme="majorHAnsi" w:cs="Arial"/>
          <w:bCs/>
          <w:iCs/>
        </w:rPr>
        <w:t>Žádáme zadavatele o upřesnění, kde se má předmětná položka u uvedených objektů realizovat?</w:t>
      </w:r>
    </w:p>
    <w:p w14:paraId="14BCBD0A" w14:textId="3271ACB5" w:rsidR="00E04FC4" w:rsidRPr="00F31F8D" w:rsidRDefault="00E04FC4" w:rsidP="00F31F8D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0DAE2802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47C919EA" w14:textId="7A63DFD0" w:rsid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48E1DAE" w14:textId="77777777" w:rsidR="00F31F8D" w:rsidRPr="00E04FC4" w:rsidRDefault="00F31F8D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8F41189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123:</w:t>
      </w:r>
    </w:p>
    <w:p w14:paraId="16515AFC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V zadavatelem poskytnuté dokumentaci – v soupisech prací stavebních objektů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</w:rPr>
        <w:t xml:space="preserve">železničních mostů </w:t>
      </w:r>
      <w:r w:rsidRPr="00E04FC4">
        <w:rPr>
          <w:rFonts w:asciiTheme="majorHAnsi" w:hAnsiTheme="majorHAnsi" w:cs="Arial"/>
          <w:b/>
          <w:bCs/>
        </w:rPr>
        <w:t>SO 22-19-01, SO 22-19-02, SO 22-19-03, SO 22-19-07, SO 22-19-11</w:t>
      </w:r>
      <w:r w:rsidRPr="00E04FC4">
        <w:rPr>
          <w:rFonts w:asciiTheme="majorHAnsi" w:hAnsiTheme="majorHAnsi" w:cs="Arial"/>
        </w:rPr>
        <w:t xml:space="preserve">, a železničního propustku </w:t>
      </w:r>
      <w:r w:rsidRPr="00E04FC4">
        <w:rPr>
          <w:rFonts w:asciiTheme="majorHAnsi" w:hAnsiTheme="majorHAnsi" w:cs="Arial"/>
          <w:b/>
          <w:bCs/>
        </w:rPr>
        <w:t>SO 22-19-15</w:t>
      </w:r>
      <w:r w:rsidRPr="00E04FC4">
        <w:rPr>
          <w:rFonts w:asciiTheme="majorHAnsi" w:hAnsiTheme="majorHAnsi" w:cs="Arial"/>
        </w:rPr>
        <w:t>, je položka 631385 MAZANINA ZE ŽELEZOBETONU DO C30/37 VČET VÝZTUŽE.</w:t>
      </w:r>
    </w:p>
    <w:p w14:paraId="4A1C4173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U položky chybí popis.</w:t>
      </w:r>
    </w:p>
    <w:p w14:paraId="3907B2B1" w14:textId="77777777" w:rsidR="00E04FC4" w:rsidRPr="00A84512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A84512">
        <w:rPr>
          <w:rFonts w:asciiTheme="majorHAnsi" w:hAnsiTheme="majorHAnsi" w:cs="Arial"/>
          <w:bCs/>
          <w:iCs/>
        </w:rPr>
        <w:t>Žádáme zadavatele o upřesnění, kde se má mazanina provést?</w:t>
      </w:r>
    </w:p>
    <w:p w14:paraId="775F08F0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13E6DAD2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B9620C1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7AFF6FF6" w14:textId="3B158470" w:rsid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3868990" w14:textId="77777777" w:rsidR="00F31F8D" w:rsidRPr="00E04FC4" w:rsidRDefault="00F31F8D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4773A3C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124:</w:t>
      </w:r>
    </w:p>
    <w:p w14:paraId="5D01F207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V zadavatelem poskytnuté dokumentaci – v soupisech prací stavebních objektů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</w:rPr>
        <w:t>železničních mostů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22-19-02, SO 22-19-11</w:t>
      </w:r>
      <w:r w:rsidRPr="00E04FC4">
        <w:rPr>
          <w:rFonts w:asciiTheme="majorHAnsi" w:hAnsiTheme="majorHAnsi" w:cs="Arial"/>
        </w:rPr>
        <w:t>, železničního propustku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22-19-15</w:t>
      </w:r>
      <w:r w:rsidRPr="00E04FC4">
        <w:rPr>
          <w:rFonts w:asciiTheme="majorHAnsi" w:hAnsiTheme="majorHAnsi" w:cs="Arial"/>
        </w:rPr>
        <w:t xml:space="preserve"> a silničního mostu </w:t>
      </w:r>
      <w:r w:rsidRPr="00E04FC4">
        <w:rPr>
          <w:rFonts w:asciiTheme="majorHAnsi" w:hAnsiTheme="majorHAnsi" w:cs="Arial"/>
          <w:b/>
          <w:bCs/>
        </w:rPr>
        <w:t>SO 22-19-83</w:t>
      </w:r>
      <w:r w:rsidRPr="00E04FC4">
        <w:rPr>
          <w:rFonts w:asciiTheme="majorHAnsi" w:hAnsiTheme="majorHAnsi" w:cs="Arial"/>
        </w:rPr>
        <w:t>, je položka 451311 PODKL A VÝPLŇ VRSTVY Z PROST BET DO C8/10.</w:t>
      </w:r>
    </w:p>
    <w:p w14:paraId="2EAED567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Položka je bez popisu.</w:t>
      </w:r>
    </w:p>
    <w:p w14:paraId="043DA89D" w14:textId="77777777" w:rsidR="00E04FC4" w:rsidRPr="00A84512" w:rsidRDefault="00E04FC4" w:rsidP="00E04FC4">
      <w:pPr>
        <w:spacing w:after="0"/>
        <w:jc w:val="both"/>
        <w:rPr>
          <w:rFonts w:asciiTheme="majorHAnsi" w:hAnsiTheme="majorHAnsi" w:cs="Arial"/>
        </w:rPr>
      </w:pPr>
      <w:bookmarkStart w:id="2" w:name="_Hlk181089547"/>
      <w:r w:rsidRPr="00A84512">
        <w:rPr>
          <w:rFonts w:asciiTheme="majorHAnsi" w:hAnsiTheme="majorHAnsi" w:cs="Arial"/>
          <w:bCs/>
          <w:iCs/>
        </w:rPr>
        <w:t xml:space="preserve">Žádáme zadavatele o upřesnění, </w:t>
      </w:r>
      <w:bookmarkEnd w:id="2"/>
      <w:r w:rsidRPr="00A84512">
        <w:rPr>
          <w:rFonts w:asciiTheme="majorHAnsi" w:hAnsiTheme="majorHAnsi" w:cs="Arial"/>
          <w:bCs/>
          <w:iCs/>
        </w:rPr>
        <w:t>o</w:t>
      </w:r>
      <w:r w:rsidRPr="00A84512">
        <w:rPr>
          <w:rFonts w:asciiTheme="majorHAnsi" w:hAnsiTheme="majorHAnsi"/>
        </w:rPr>
        <w:t xml:space="preserve"> </w:t>
      </w:r>
      <w:r w:rsidRPr="00A84512">
        <w:rPr>
          <w:rFonts w:asciiTheme="majorHAnsi" w:hAnsiTheme="majorHAnsi" w:cs="Arial"/>
          <w:bCs/>
          <w:iCs/>
        </w:rPr>
        <w:t xml:space="preserve">jaké podkladní a výplňové vrstvy jde? </w:t>
      </w:r>
    </w:p>
    <w:p w14:paraId="4C7A3A7E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822DB1A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E607E40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558D4C2A" w14:textId="1B584117" w:rsid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3C5D8CA" w14:textId="77777777" w:rsidR="00F31F8D" w:rsidRPr="00E04FC4" w:rsidRDefault="00F31F8D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8AFC54B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125:</w:t>
      </w:r>
    </w:p>
    <w:p w14:paraId="7A30A682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V zadavatelem poskytnuté dokumentaci – v soupisech prací stavebních objektů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</w:rPr>
        <w:t xml:space="preserve">železničních mostů </w:t>
      </w:r>
      <w:r w:rsidRPr="00E04FC4">
        <w:rPr>
          <w:rFonts w:asciiTheme="majorHAnsi" w:hAnsiTheme="majorHAnsi" w:cs="Arial"/>
          <w:b/>
          <w:bCs/>
        </w:rPr>
        <w:t>SO 22-19-02, SO 22-19-10, SO 22-19-12</w:t>
      </w:r>
      <w:r w:rsidRPr="00E04FC4">
        <w:rPr>
          <w:rFonts w:asciiTheme="majorHAnsi" w:hAnsiTheme="majorHAnsi" w:cs="Arial"/>
        </w:rPr>
        <w:t xml:space="preserve">, zárubní zdi </w:t>
      </w:r>
      <w:r w:rsidRPr="00E04FC4">
        <w:rPr>
          <w:rFonts w:asciiTheme="majorHAnsi" w:hAnsiTheme="majorHAnsi" w:cs="Arial"/>
          <w:b/>
          <w:bCs/>
        </w:rPr>
        <w:t>SO 22-19-05</w:t>
      </w:r>
      <w:r w:rsidRPr="00E04FC4">
        <w:rPr>
          <w:rFonts w:asciiTheme="majorHAnsi" w:hAnsiTheme="majorHAnsi" w:cs="Arial"/>
        </w:rPr>
        <w:t xml:space="preserve"> a silničních mostů </w:t>
      </w:r>
      <w:r w:rsidRPr="00E04FC4">
        <w:rPr>
          <w:rFonts w:asciiTheme="majorHAnsi" w:hAnsiTheme="majorHAnsi" w:cs="Arial"/>
          <w:b/>
          <w:bCs/>
        </w:rPr>
        <w:t>SO 22-19-81, SO 22-19-82, SO 22-19-85</w:t>
      </w:r>
      <w:r w:rsidRPr="00E04FC4">
        <w:rPr>
          <w:rFonts w:asciiTheme="majorHAnsi" w:hAnsiTheme="majorHAnsi" w:cs="Arial"/>
        </w:rPr>
        <w:t xml:space="preserve">, je položka </w:t>
      </w:r>
      <w:proofErr w:type="gramStart"/>
      <w:r w:rsidRPr="00E04FC4">
        <w:rPr>
          <w:rFonts w:asciiTheme="majorHAnsi" w:hAnsiTheme="majorHAnsi" w:cs="Arial"/>
        </w:rPr>
        <w:t>45131A</w:t>
      </w:r>
      <w:proofErr w:type="gramEnd"/>
      <w:r w:rsidRPr="00E04FC4">
        <w:rPr>
          <w:rFonts w:asciiTheme="majorHAnsi" w:hAnsiTheme="majorHAnsi" w:cs="Arial"/>
        </w:rPr>
        <w:t xml:space="preserve"> PODKLADNÍ A VÝPLŇOVÉ VRSTVY Z PROSTÉHO BETONU C20/25.</w:t>
      </w:r>
    </w:p>
    <w:p w14:paraId="3770C861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Položce schází popis. Z dokumentace není zřejmé, o jaké vrstvy jde.</w:t>
      </w:r>
    </w:p>
    <w:p w14:paraId="7CC41484" w14:textId="77777777" w:rsidR="00E04FC4" w:rsidRPr="00A84512" w:rsidRDefault="00E04FC4" w:rsidP="00E04FC4">
      <w:pPr>
        <w:spacing w:after="0"/>
        <w:jc w:val="both"/>
        <w:rPr>
          <w:rFonts w:asciiTheme="majorHAnsi" w:hAnsiTheme="majorHAnsi" w:cs="Arial"/>
        </w:rPr>
      </w:pPr>
      <w:bookmarkStart w:id="3" w:name="_Hlk181089995"/>
      <w:r w:rsidRPr="00A84512">
        <w:rPr>
          <w:rFonts w:asciiTheme="majorHAnsi" w:hAnsiTheme="majorHAnsi" w:cs="Arial"/>
          <w:bCs/>
          <w:iCs/>
        </w:rPr>
        <w:t xml:space="preserve">Žádáme zadavatele o </w:t>
      </w:r>
      <w:bookmarkEnd w:id="3"/>
      <w:r w:rsidRPr="00A84512">
        <w:rPr>
          <w:rFonts w:asciiTheme="majorHAnsi" w:hAnsiTheme="majorHAnsi" w:cs="Arial"/>
          <w:bCs/>
          <w:iCs/>
        </w:rPr>
        <w:t>upřesnění.</w:t>
      </w:r>
    </w:p>
    <w:p w14:paraId="0953FFA5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68321CC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46F5F39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14EF947A" w14:textId="781A7128" w:rsid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973F914" w14:textId="77777777" w:rsidR="00F31F8D" w:rsidRPr="00E04FC4" w:rsidRDefault="00F31F8D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61FC497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126:</w:t>
      </w:r>
    </w:p>
    <w:p w14:paraId="4BC5BE81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V zadavatelem poskytnuté dokumentaci – v soupisech prací stavebních objektů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</w:rPr>
        <w:t>železničních mostů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22-19-03, SO 22-19-10, SO 22-19-12,</w:t>
      </w:r>
      <w:r w:rsidRPr="00E04FC4">
        <w:rPr>
          <w:rFonts w:asciiTheme="majorHAnsi" w:hAnsiTheme="majorHAnsi"/>
          <w:b/>
          <w:bCs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22-19-57</w:t>
      </w:r>
      <w:r w:rsidRPr="00E04FC4">
        <w:rPr>
          <w:rFonts w:asciiTheme="majorHAnsi" w:hAnsiTheme="majorHAnsi" w:cs="Arial"/>
        </w:rPr>
        <w:t xml:space="preserve">, železničních propustků </w:t>
      </w:r>
      <w:r w:rsidRPr="00E04FC4">
        <w:rPr>
          <w:rFonts w:asciiTheme="majorHAnsi" w:hAnsiTheme="majorHAnsi" w:cs="Arial"/>
          <w:b/>
          <w:bCs/>
        </w:rPr>
        <w:t>SO 22-19-04,</w:t>
      </w:r>
      <w:r w:rsidRPr="00E04FC4">
        <w:rPr>
          <w:rFonts w:asciiTheme="majorHAnsi" w:hAnsiTheme="majorHAnsi"/>
          <w:b/>
          <w:bCs/>
        </w:rPr>
        <w:t xml:space="preserve"> </w:t>
      </w:r>
      <w:r w:rsidRPr="00E04FC4">
        <w:rPr>
          <w:rFonts w:asciiTheme="majorHAnsi" w:hAnsiTheme="majorHAnsi" w:cs="Arial"/>
          <w:b/>
          <w:bCs/>
        </w:rPr>
        <w:t>SO 22-19-13, SO 22-19-14</w:t>
      </w:r>
      <w:r w:rsidRPr="00E04FC4">
        <w:rPr>
          <w:rFonts w:asciiTheme="majorHAnsi" w:hAnsiTheme="majorHAnsi" w:cs="Arial"/>
        </w:rPr>
        <w:t xml:space="preserve">, zárubních zdí </w:t>
      </w:r>
      <w:r w:rsidRPr="00E04FC4">
        <w:rPr>
          <w:rFonts w:asciiTheme="majorHAnsi" w:hAnsiTheme="majorHAnsi" w:cs="Arial"/>
          <w:b/>
          <w:bCs/>
        </w:rPr>
        <w:t>SO 22-19-04, SO 22-19-05</w:t>
      </w:r>
      <w:r w:rsidRPr="00E04FC4">
        <w:rPr>
          <w:rFonts w:asciiTheme="majorHAnsi" w:hAnsiTheme="majorHAnsi" w:cs="Arial"/>
        </w:rPr>
        <w:t xml:space="preserve">, podchodu </w:t>
      </w:r>
      <w:r w:rsidRPr="00E04FC4">
        <w:rPr>
          <w:rFonts w:asciiTheme="majorHAnsi" w:hAnsiTheme="majorHAnsi" w:cs="Arial"/>
          <w:b/>
          <w:bCs/>
        </w:rPr>
        <w:t>SO 22-19-08</w:t>
      </w:r>
      <w:r w:rsidRPr="00E04FC4">
        <w:rPr>
          <w:rFonts w:asciiTheme="majorHAnsi" w:hAnsiTheme="majorHAnsi" w:cs="Arial"/>
        </w:rPr>
        <w:t xml:space="preserve"> a silničních mostů </w:t>
      </w:r>
      <w:r w:rsidRPr="00E04FC4">
        <w:rPr>
          <w:rFonts w:asciiTheme="majorHAnsi" w:hAnsiTheme="majorHAnsi" w:cs="Arial"/>
          <w:b/>
          <w:bCs/>
        </w:rPr>
        <w:t>SO 22-19-81, SO 22-19-82, SO 22-19-83, SO 22-19-84, SO 22-19-85</w:t>
      </w:r>
      <w:r w:rsidRPr="00E04FC4">
        <w:rPr>
          <w:rFonts w:asciiTheme="majorHAnsi" w:hAnsiTheme="majorHAnsi" w:cs="Arial"/>
        </w:rPr>
        <w:t>, je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</w:rPr>
        <w:t>položka 451312 PODKLADNÍ A VÝPLŇOVÉ VRSTVY Z PROSTÉHO BETONU C12/15.</w:t>
      </w:r>
    </w:p>
    <w:p w14:paraId="7C2A390B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Položka je bez bližší specifikace.</w:t>
      </w:r>
    </w:p>
    <w:p w14:paraId="7ADB678F" w14:textId="77777777" w:rsidR="00E04FC4" w:rsidRPr="00A84512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A84512">
        <w:rPr>
          <w:rFonts w:asciiTheme="majorHAnsi" w:hAnsiTheme="majorHAnsi" w:cs="Arial"/>
          <w:bCs/>
          <w:iCs/>
        </w:rPr>
        <w:t>Žádáme zadavatele o doplnění.</w:t>
      </w:r>
    </w:p>
    <w:p w14:paraId="4E20CFDC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BD30EF3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3671A0C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4E4846FC" w14:textId="61273D52" w:rsidR="00A84512" w:rsidRDefault="00A84512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9685073" w14:textId="77777777" w:rsidR="00F31F8D" w:rsidRPr="00E04FC4" w:rsidRDefault="00F31F8D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5D81115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127:</w:t>
      </w:r>
    </w:p>
    <w:p w14:paraId="0D141CD0" w14:textId="77777777" w:rsidR="00E04FC4" w:rsidRPr="00E04FC4" w:rsidRDefault="00E04FC4" w:rsidP="00E04FC4">
      <w:pPr>
        <w:spacing w:after="0"/>
        <w:jc w:val="both"/>
        <w:rPr>
          <w:rFonts w:asciiTheme="majorHAnsi" w:eastAsia="Calibri" w:hAnsiTheme="majorHAnsi" w:cs="Arial"/>
          <w:kern w:val="2"/>
        </w:rPr>
      </w:pPr>
      <w:r w:rsidRPr="00E04FC4">
        <w:rPr>
          <w:rFonts w:asciiTheme="majorHAnsi" w:hAnsiTheme="majorHAnsi" w:cs="Arial"/>
        </w:rPr>
        <w:t xml:space="preserve">V zadavatelem poskytnuté dokumentaci – v soupisech prací stavebních objektů zárubní zdi </w:t>
      </w:r>
      <w:r w:rsidRPr="00E04FC4">
        <w:rPr>
          <w:rFonts w:asciiTheme="majorHAnsi" w:hAnsiTheme="majorHAnsi" w:cs="Arial"/>
          <w:b/>
          <w:bCs/>
        </w:rPr>
        <w:t>SO 22-19-05</w:t>
      </w:r>
      <w:r w:rsidRPr="00E04FC4">
        <w:rPr>
          <w:rFonts w:asciiTheme="majorHAnsi" w:hAnsiTheme="majorHAnsi" w:cs="Arial"/>
        </w:rPr>
        <w:t xml:space="preserve">, železničního propustku </w:t>
      </w:r>
      <w:r w:rsidRPr="00E04FC4">
        <w:rPr>
          <w:rFonts w:asciiTheme="majorHAnsi" w:hAnsiTheme="majorHAnsi" w:cs="Arial"/>
          <w:b/>
          <w:bCs/>
        </w:rPr>
        <w:t>SO 22-19-15</w:t>
      </w:r>
      <w:r w:rsidRPr="00E04FC4">
        <w:rPr>
          <w:rFonts w:asciiTheme="majorHAnsi" w:hAnsiTheme="majorHAnsi" w:cs="Arial"/>
        </w:rPr>
        <w:t xml:space="preserve"> a silničního mostu </w:t>
      </w:r>
      <w:r w:rsidRPr="00E04FC4">
        <w:rPr>
          <w:rFonts w:asciiTheme="majorHAnsi" w:hAnsiTheme="majorHAnsi" w:cs="Arial"/>
          <w:b/>
          <w:bCs/>
        </w:rPr>
        <w:t>SO 22-19-84</w:t>
      </w:r>
      <w:r w:rsidRPr="00E04FC4">
        <w:rPr>
          <w:rFonts w:asciiTheme="majorHAnsi" w:hAnsiTheme="majorHAnsi" w:cs="Arial"/>
        </w:rPr>
        <w:t>, je položka 451313 PODKLADNÍ A VÝPLŇOVÉ VRSTVY Z PROSTÉHO BETONU C16/20</w:t>
      </w:r>
    </w:p>
    <w:p w14:paraId="57A2044B" w14:textId="77777777" w:rsidR="00E04FC4" w:rsidRPr="00E04FC4" w:rsidRDefault="00E04FC4" w:rsidP="00E04FC4">
      <w:pPr>
        <w:spacing w:after="0"/>
        <w:jc w:val="both"/>
        <w:rPr>
          <w:rFonts w:asciiTheme="majorHAnsi" w:eastAsia="Calibri" w:hAnsiTheme="majorHAnsi" w:cs="Arial"/>
          <w:kern w:val="2"/>
        </w:rPr>
      </w:pPr>
      <w:r w:rsidRPr="00E04FC4">
        <w:rPr>
          <w:rFonts w:asciiTheme="majorHAnsi" w:eastAsia="Calibri" w:hAnsiTheme="majorHAnsi" w:cs="Arial"/>
          <w:kern w:val="2"/>
        </w:rPr>
        <w:t>U položek není popis, kde se mají vrstvy provést.</w:t>
      </w:r>
    </w:p>
    <w:p w14:paraId="7D8B9BF1" w14:textId="77777777" w:rsidR="00E04FC4" w:rsidRPr="00A84512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A84512">
        <w:rPr>
          <w:rFonts w:asciiTheme="majorHAnsi" w:hAnsiTheme="majorHAnsi" w:cs="Arial"/>
          <w:bCs/>
          <w:iCs/>
        </w:rPr>
        <w:lastRenderedPageBreak/>
        <w:t>Žádáme zadavatele o doplnění.</w:t>
      </w:r>
    </w:p>
    <w:p w14:paraId="6FEA5F90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D6110A0" w14:textId="77777777" w:rsidR="00E04FC4" w:rsidRPr="00F31F8D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31F8D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6EDCA7C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4417686A" w14:textId="43FA8CF5" w:rsidR="00A84512" w:rsidRDefault="00A84512" w:rsidP="00E04FC4">
      <w:pPr>
        <w:spacing w:after="0"/>
        <w:rPr>
          <w:rFonts w:asciiTheme="majorHAnsi" w:hAnsiTheme="majorHAnsi"/>
        </w:rPr>
      </w:pPr>
    </w:p>
    <w:p w14:paraId="7DFE7648" w14:textId="77777777" w:rsidR="00F31F8D" w:rsidRPr="00E04FC4" w:rsidRDefault="00F31F8D" w:rsidP="00E04FC4">
      <w:pPr>
        <w:spacing w:after="0"/>
        <w:rPr>
          <w:rFonts w:asciiTheme="majorHAnsi" w:hAnsiTheme="majorHAnsi"/>
        </w:rPr>
      </w:pPr>
    </w:p>
    <w:p w14:paraId="510D87B8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128:</w:t>
      </w:r>
    </w:p>
    <w:p w14:paraId="0F1C7630" w14:textId="77777777" w:rsidR="00E04FC4" w:rsidRPr="00E04FC4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 xml:space="preserve">V zadavatelem poskytnuté dokumentaci – v soupisech prací stavebních objektů podchodu </w:t>
      </w:r>
      <w:r w:rsidRPr="00E04FC4">
        <w:rPr>
          <w:rFonts w:asciiTheme="majorHAnsi" w:hAnsiTheme="majorHAnsi" w:cs="Arial"/>
          <w:b/>
          <w:bCs/>
        </w:rPr>
        <w:t>SO 22-19-08</w:t>
      </w:r>
      <w:r w:rsidRPr="00E04FC4">
        <w:rPr>
          <w:rFonts w:asciiTheme="majorHAnsi" w:hAnsiTheme="majorHAnsi" w:cs="Arial"/>
        </w:rPr>
        <w:t xml:space="preserve">, železničních mostů </w:t>
      </w:r>
      <w:r w:rsidRPr="00E04FC4">
        <w:rPr>
          <w:rFonts w:asciiTheme="majorHAnsi" w:hAnsiTheme="majorHAnsi" w:cs="Arial"/>
          <w:b/>
          <w:bCs/>
        </w:rPr>
        <w:t>SO 22-19-10, SO 22-19-12</w:t>
      </w:r>
      <w:r w:rsidRPr="00E04FC4">
        <w:rPr>
          <w:rFonts w:asciiTheme="majorHAnsi" w:hAnsiTheme="majorHAnsi" w:cs="Arial"/>
        </w:rPr>
        <w:t xml:space="preserve"> a železničních propustků </w:t>
      </w:r>
      <w:r w:rsidRPr="00E04FC4">
        <w:rPr>
          <w:rFonts w:asciiTheme="majorHAnsi" w:hAnsiTheme="majorHAnsi" w:cs="Arial"/>
          <w:b/>
          <w:bCs/>
        </w:rPr>
        <w:t>SO 22-19-13, SO 22-19-14, SO 22-19-15</w:t>
      </w:r>
      <w:r w:rsidRPr="00E04FC4">
        <w:rPr>
          <w:rFonts w:asciiTheme="majorHAnsi" w:hAnsiTheme="majorHAnsi" w:cs="Arial"/>
        </w:rPr>
        <w:t>, je položka 631384 MAZANINA ZE ŽELEZOBETONU DO C25/30 VČET VÝZTUŽE.</w:t>
      </w:r>
    </w:p>
    <w:p w14:paraId="51EEC8D5" w14:textId="77777777" w:rsidR="00E04FC4" w:rsidRPr="00A84512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E04FC4">
        <w:rPr>
          <w:rFonts w:asciiTheme="majorHAnsi" w:hAnsiTheme="majorHAnsi" w:cs="Arial"/>
        </w:rPr>
        <w:t>Z dokumentace není zřejmé, o jakou mazaninu jde.</w:t>
      </w:r>
    </w:p>
    <w:p w14:paraId="509B7276" w14:textId="77777777" w:rsidR="00E04FC4" w:rsidRPr="00A84512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A84512">
        <w:rPr>
          <w:rFonts w:asciiTheme="majorHAnsi" w:hAnsiTheme="majorHAnsi" w:cs="Arial"/>
          <w:bCs/>
          <w:iCs/>
        </w:rPr>
        <w:t>Žádáme zadavatele o upřesnění.</w:t>
      </w:r>
    </w:p>
    <w:p w14:paraId="768305F6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1B889A31" w14:textId="77777777" w:rsidR="00E04FC4" w:rsidRPr="00F31F8D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31F8D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1F783EB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4FC1E730" w14:textId="260C9BD9" w:rsidR="00E04FC4" w:rsidRPr="00F31F8D" w:rsidRDefault="00E04FC4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CC398B1" w14:textId="77777777" w:rsidR="00F31F8D" w:rsidRPr="00F31F8D" w:rsidRDefault="00F31F8D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CCF0DBA" w14:textId="77777777" w:rsidR="00E04FC4" w:rsidRPr="00F31F8D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31F8D">
        <w:rPr>
          <w:rFonts w:asciiTheme="majorHAnsi" w:eastAsia="Calibri" w:hAnsiTheme="majorHAnsi" w:cs="Times New Roman"/>
          <w:b/>
          <w:lang w:eastAsia="cs-CZ"/>
        </w:rPr>
        <w:t>Dotaz č. 129:</w:t>
      </w:r>
    </w:p>
    <w:p w14:paraId="0E4E8AFD" w14:textId="77777777" w:rsidR="00E04FC4" w:rsidRPr="00F31F8D" w:rsidRDefault="00E04FC4" w:rsidP="00E04FC4">
      <w:pPr>
        <w:spacing w:after="0"/>
        <w:jc w:val="both"/>
        <w:rPr>
          <w:rFonts w:asciiTheme="majorHAnsi" w:hAnsiTheme="majorHAnsi" w:cs="Arial"/>
        </w:rPr>
      </w:pPr>
      <w:r w:rsidRPr="00F31F8D">
        <w:rPr>
          <w:rFonts w:asciiTheme="majorHAnsi" w:hAnsiTheme="majorHAnsi" w:cs="Arial"/>
        </w:rPr>
        <w:t xml:space="preserve">V zadavatelem poskytnuté dokumentaci – v soupisech prací stavebních objektů podchodu </w:t>
      </w:r>
      <w:r w:rsidRPr="00F31F8D">
        <w:rPr>
          <w:rFonts w:asciiTheme="majorHAnsi" w:hAnsiTheme="majorHAnsi" w:cs="Arial"/>
          <w:b/>
          <w:bCs/>
        </w:rPr>
        <w:t>SO 22-19-08</w:t>
      </w:r>
      <w:r w:rsidRPr="00F31F8D">
        <w:rPr>
          <w:rFonts w:asciiTheme="majorHAnsi" w:hAnsiTheme="majorHAnsi" w:cs="Arial"/>
        </w:rPr>
        <w:t xml:space="preserve"> a silničního mostu </w:t>
      </w:r>
      <w:r w:rsidRPr="00F31F8D">
        <w:rPr>
          <w:rFonts w:asciiTheme="majorHAnsi" w:hAnsiTheme="majorHAnsi" w:cs="Arial"/>
          <w:b/>
          <w:bCs/>
        </w:rPr>
        <w:t>SO 22-19-82</w:t>
      </w:r>
      <w:r w:rsidRPr="00F31F8D">
        <w:rPr>
          <w:rFonts w:asciiTheme="majorHAnsi" w:hAnsiTheme="majorHAnsi" w:cs="Arial"/>
        </w:rPr>
        <w:t>, je položka 457314 VYROVNÁVACÍ A SPÁDOVÝ PROSTÝ BETON C25/30.</w:t>
      </w:r>
    </w:p>
    <w:p w14:paraId="7636CD65" w14:textId="77777777" w:rsidR="00E04FC4" w:rsidRPr="00F31F8D" w:rsidRDefault="00E04FC4" w:rsidP="00E04FC4">
      <w:pPr>
        <w:spacing w:after="0"/>
        <w:jc w:val="both"/>
        <w:rPr>
          <w:rFonts w:asciiTheme="majorHAnsi" w:eastAsia="Calibri" w:hAnsiTheme="majorHAnsi" w:cs="Arial"/>
          <w:bCs/>
          <w:iCs/>
          <w:kern w:val="2"/>
        </w:rPr>
      </w:pPr>
      <w:r w:rsidRPr="00F31F8D">
        <w:rPr>
          <w:rFonts w:asciiTheme="majorHAnsi" w:eastAsia="Calibri" w:hAnsiTheme="majorHAnsi" w:cs="Arial"/>
          <w:bCs/>
          <w:iCs/>
          <w:kern w:val="2"/>
        </w:rPr>
        <w:t>Žádáme zadavatele o bližší specifikaci položky.</w:t>
      </w:r>
    </w:p>
    <w:p w14:paraId="2F729274" w14:textId="77777777" w:rsidR="00E04FC4" w:rsidRPr="00F31F8D" w:rsidRDefault="00E04FC4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969423B" w14:textId="77777777" w:rsidR="00E04FC4" w:rsidRPr="00F31F8D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31F8D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1F25D02" w14:textId="77777777" w:rsidR="008A25EF" w:rsidRPr="00F31F8D" w:rsidRDefault="008A25EF" w:rsidP="008A25EF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 xml:space="preserve">Uvedené údaje u těchto objektů jsou součástí pole/buňky výkazu výměr. </w:t>
      </w:r>
    </w:p>
    <w:p w14:paraId="20E1075E" w14:textId="06C5955F" w:rsid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5001388" w14:textId="77777777" w:rsidR="00F31F8D" w:rsidRPr="00E04FC4" w:rsidRDefault="00F31F8D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3E45D2A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130:</w:t>
      </w:r>
    </w:p>
    <w:p w14:paraId="1AD7010E" w14:textId="77777777" w:rsidR="00E04FC4" w:rsidRPr="00E04FC4" w:rsidRDefault="00E04FC4" w:rsidP="00E04FC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E04FC4">
        <w:rPr>
          <w:rFonts w:asciiTheme="majorHAnsi" w:hAnsiTheme="majorHAnsi" w:cs="Arial"/>
        </w:rPr>
        <w:t>V zadavatelem poskytnuté dokumentaci – soupisu prací objektu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  <w:b/>
          <w:bCs/>
        </w:rPr>
        <w:t xml:space="preserve">SO 22-16-01 Nezamyslice – Kojetín, železniční spodek </w:t>
      </w:r>
      <w:r w:rsidRPr="00E04FC4">
        <w:rPr>
          <w:rFonts w:asciiTheme="majorHAnsi" w:hAnsiTheme="majorHAnsi" w:cs="Arial"/>
        </w:rPr>
        <w:t xml:space="preserve">je položka kód 171131 ULOŽENÍ SYPANINY DO NÁSYPŮ V AKTIVNÍ ZÓNĚ SE ZHUT SE ZLEPŠENÍM ZEMINY, </w:t>
      </w:r>
      <w:proofErr w:type="spellStart"/>
      <w:r w:rsidRPr="00E04FC4">
        <w:rPr>
          <w:rFonts w:asciiTheme="majorHAnsi" w:hAnsiTheme="majorHAnsi" w:cs="Arial"/>
        </w:rPr>
        <w:t>poř.č</w:t>
      </w:r>
      <w:proofErr w:type="spellEnd"/>
      <w:r w:rsidRPr="00E04FC4">
        <w:rPr>
          <w:rFonts w:asciiTheme="majorHAnsi" w:hAnsiTheme="majorHAnsi" w:cs="Arial"/>
        </w:rPr>
        <w:t xml:space="preserve">. 13, která podle popisu představuje ukládání zeminy do vrstevnatého násypu zemního tělesa.  </w:t>
      </w:r>
    </w:p>
    <w:p w14:paraId="45504609" w14:textId="77777777" w:rsidR="00E04FC4" w:rsidRPr="00A84512" w:rsidRDefault="00E04FC4" w:rsidP="00E04FC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Cs/>
          <w:color w:val="000000"/>
        </w:rPr>
      </w:pPr>
      <w:r w:rsidRPr="00A84512">
        <w:rPr>
          <w:rFonts w:asciiTheme="majorHAnsi" w:hAnsiTheme="majorHAnsi" w:cs="Arial"/>
          <w:bCs/>
          <w:iCs/>
          <w:color w:val="000000"/>
        </w:rPr>
        <w:t>Žádáme zadavatele:</w:t>
      </w:r>
    </w:p>
    <w:p w14:paraId="339B99D7" w14:textId="77777777" w:rsidR="00E04FC4" w:rsidRPr="00A84512" w:rsidRDefault="00E04FC4" w:rsidP="00E04FC4">
      <w:pPr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Cs/>
          <w:color w:val="000000"/>
        </w:rPr>
      </w:pPr>
      <w:r w:rsidRPr="00A84512">
        <w:rPr>
          <w:rFonts w:asciiTheme="majorHAnsi" w:hAnsiTheme="majorHAnsi" w:cs="Arial"/>
          <w:bCs/>
          <w:iCs/>
          <w:color w:val="000000"/>
        </w:rPr>
        <w:t>o posouzení, zda není pro uvedený stavební výkon vhodnější položka 171171 ULOŽENÍ SYPANINY DO NÁSYPŮ VRSTEVNATÝCH SE ZHUT SE ZLEPŠENÍM ZEMINY,</w:t>
      </w:r>
    </w:p>
    <w:p w14:paraId="7369AD63" w14:textId="77777777" w:rsidR="00E04FC4" w:rsidRPr="00A84512" w:rsidRDefault="00E04FC4" w:rsidP="00E04FC4">
      <w:pPr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Cs/>
          <w:color w:val="000000"/>
        </w:rPr>
      </w:pPr>
      <w:r w:rsidRPr="00A84512">
        <w:rPr>
          <w:rFonts w:asciiTheme="majorHAnsi" w:hAnsiTheme="majorHAnsi" w:cs="Arial"/>
          <w:bCs/>
          <w:iCs/>
          <w:color w:val="000000"/>
        </w:rPr>
        <w:t>o informaci, zda i pro jádro násypů je požadováno dosažení jiných parametrů než pro vrstevnaté násypy?</w:t>
      </w:r>
    </w:p>
    <w:p w14:paraId="382D9877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5F81F67" w14:textId="77777777" w:rsidR="00F31F8D" w:rsidRDefault="00E04FC4" w:rsidP="002646A9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83EDD7A" w14:textId="2A5D3CF4" w:rsidR="002646A9" w:rsidRPr="00F31F8D" w:rsidRDefault="002646A9" w:rsidP="002646A9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31F8D">
        <w:rPr>
          <w:rFonts w:asciiTheme="majorHAnsi" w:eastAsia="Calibri" w:hAnsiTheme="majorHAnsi" w:cs="Times New Roman"/>
          <w:lang w:eastAsia="cs-CZ"/>
        </w:rPr>
        <w:t>Souhlasíme se změnou položky 17131 na položku 17171. Pro jádro náspu jsou požadovány stejné parametry jako pro vrstevnatý násep.</w:t>
      </w:r>
      <w:r w:rsidR="008A25EF" w:rsidRPr="00F31F8D">
        <w:rPr>
          <w:rFonts w:asciiTheme="majorHAnsi" w:eastAsia="Calibri" w:hAnsiTheme="majorHAnsi" w:cs="Times New Roman"/>
          <w:lang w:eastAsia="cs-CZ"/>
        </w:rPr>
        <w:t xml:space="preserve"> Soupis prací </w:t>
      </w:r>
      <w:r w:rsidR="00A5760C" w:rsidRPr="00F31F8D">
        <w:rPr>
          <w:rFonts w:asciiTheme="majorHAnsi" w:eastAsia="Calibri" w:hAnsiTheme="majorHAnsi" w:cs="Times New Roman"/>
          <w:lang w:eastAsia="cs-CZ"/>
        </w:rPr>
        <w:t>byl</w:t>
      </w:r>
      <w:r w:rsidR="008A25EF" w:rsidRPr="00F31F8D">
        <w:rPr>
          <w:rFonts w:asciiTheme="majorHAnsi" w:eastAsia="Calibri" w:hAnsiTheme="majorHAnsi" w:cs="Times New Roman"/>
          <w:lang w:eastAsia="cs-CZ"/>
        </w:rPr>
        <w:t xml:space="preserve"> upraven.</w:t>
      </w:r>
    </w:p>
    <w:p w14:paraId="357B832A" w14:textId="4EFA472F" w:rsid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289BCCC" w14:textId="77777777" w:rsidR="00F31F8D" w:rsidRPr="00E04FC4" w:rsidRDefault="00F31F8D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E63A4A5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>Dotaz č. 131:</w:t>
      </w:r>
    </w:p>
    <w:p w14:paraId="2FB0253C" w14:textId="77777777" w:rsidR="00E04FC4" w:rsidRPr="00A84512" w:rsidRDefault="00E04FC4" w:rsidP="00E04FC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E04FC4">
        <w:rPr>
          <w:rFonts w:asciiTheme="majorHAnsi" w:hAnsiTheme="majorHAnsi" w:cs="Arial"/>
        </w:rPr>
        <w:t>V zadavatelem poskytnuté dokumentaci – soupisu prací objektu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  <w:b/>
          <w:bCs/>
        </w:rPr>
        <w:t xml:space="preserve">SO 22-16-01 Nezamyslice – Kojetín, železniční spodek </w:t>
      </w:r>
      <w:r w:rsidRPr="00E04FC4">
        <w:rPr>
          <w:rFonts w:asciiTheme="majorHAnsi" w:hAnsiTheme="majorHAnsi" w:cs="Arial"/>
        </w:rPr>
        <w:t>je položka</w:t>
      </w:r>
      <w:r w:rsidRPr="00E04FC4">
        <w:rPr>
          <w:rFonts w:asciiTheme="majorHAnsi" w:hAnsiTheme="majorHAnsi"/>
        </w:rPr>
        <w:t xml:space="preserve"> </w:t>
      </w:r>
      <w:r w:rsidRPr="00E04FC4">
        <w:rPr>
          <w:rFonts w:asciiTheme="majorHAnsi" w:hAnsiTheme="majorHAnsi" w:cs="Arial"/>
        </w:rPr>
        <w:t xml:space="preserve">kód 17380 ZEMNÍ KRAJNICE A DOSYPÁVKY Z NAKUPOVANÝCH MATERIÁLŮ, </w:t>
      </w:r>
      <w:proofErr w:type="spellStart"/>
      <w:r w:rsidRPr="00E04FC4">
        <w:rPr>
          <w:rFonts w:asciiTheme="majorHAnsi" w:hAnsiTheme="majorHAnsi" w:cs="Arial"/>
        </w:rPr>
        <w:t>poř.č</w:t>
      </w:r>
      <w:proofErr w:type="spellEnd"/>
      <w:r w:rsidRPr="00E04FC4">
        <w:rPr>
          <w:rFonts w:asciiTheme="majorHAnsi" w:hAnsiTheme="majorHAnsi" w:cs="Arial"/>
        </w:rPr>
        <w:t xml:space="preserve">. 15, která podle popisu představuje ukládání ochranné vrstvy z </w:t>
      </w:r>
      <w:proofErr w:type="spellStart"/>
      <w:r w:rsidRPr="00E04FC4">
        <w:rPr>
          <w:rFonts w:asciiTheme="majorHAnsi" w:hAnsiTheme="majorHAnsi" w:cs="Arial"/>
        </w:rPr>
        <w:t>nenamrzavého</w:t>
      </w:r>
      <w:proofErr w:type="spellEnd"/>
      <w:r w:rsidRPr="00E04FC4">
        <w:rPr>
          <w:rFonts w:asciiTheme="majorHAnsi" w:hAnsiTheme="majorHAnsi" w:cs="Arial"/>
        </w:rPr>
        <w:t xml:space="preserve"> materiálu se specifikací ŠD 0/32.</w:t>
      </w:r>
    </w:p>
    <w:p w14:paraId="139139BA" w14:textId="77777777" w:rsidR="00E04FC4" w:rsidRPr="00A84512" w:rsidRDefault="00E04FC4" w:rsidP="00E04FC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Cs/>
          <w:color w:val="000000"/>
        </w:rPr>
      </w:pPr>
      <w:bookmarkStart w:id="4" w:name="_Hlk180410243"/>
      <w:r w:rsidRPr="00A84512">
        <w:rPr>
          <w:rFonts w:asciiTheme="majorHAnsi" w:hAnsiTheme="majorHAnsi" w:cs="Arial"/>
          <w:bCs/>
          <w:iCs/>
          <w:color w:val="000000"/>
        </w:rPr>
        <w:t xml:space="preserve">Žádáme zadavatele o informaci, </w:t>
      </w:r>
      <w:bookmarkEnd w:id="4"/>
      <w:r w:rsidRPr="00A84512">
        <w:rPr>
          <w:rFonts w:asciiTheme="majorHAnsi" w:hAnsiTheme="majorHAnsi" w:cs="Arial"/>
          <w:bCs/>
          <w:iCs/>
          <w:color w:val="000000"/>
        </w:rPr>
        <w:t xml:space="preserve">jaké další parametry kromě </w:t>
      </w:r>
      <w:proofErr w:type="spellStart"/>
      <w:r w:rsidRPr="00A84512">
        <w:rPr>
          <w:rFonts w:asciiTheme="majorHAnsi" w:hAnsiTheme="majorHAnsi" w:cs="Arial"/>
          <w:bCs/>
          <w:iCs/>
          <w:color w:val="000000"/>
        </w:rPr>
        <w:t>nenamrzavosti</w:t>
      </w:r>
      <w:proofErr w:type="spellEnd"/>
      <w:r w:rsidRPr="00A84512">
        <w:rPr>
          <w:rFonts w:asciiTheme="majorHAnsi" w:hAnsiTheme="majorHAnsi" w:cs="Arial"/>
          <w:bCs/>
          <w:iCs/>
          <w:color w:val="000000"/>
        </w:rPr>
        <w:t>, zaručeného zhutnění vrstev a dosažení požadovaného modulu pružnosti v podloží kolejového lože zadavatel požaduje u těchto zbytečně drahých materiálů?</w:t>
      </w:r>
    </w:p>
    <w:p w14:paraId="4560609F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B6199FC" w14:textId="77777777" w:rsidR="00F31F8D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D679B9D" w14:textId="51761DC9" w:rsidR="00E04FC4" w:rsidRPr="00F31F8D" w:rsidRDefault="002646A9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31F8D">
        <w:rPr>
          <w:rFonts w:asciiTheme="majorHAnsi" w:eastAsia="Calibri" w:hAnsiTheme="majorHAnsi" w:cs="Times New Roman"/>
          <w:bCs/>
          <w:lang w:eastAsia="cs-CZ"/>
        </w:rPr>
        <w:t xml:space="preserve">Ochranná vrstva náspu budovaného z jemnozrnných zlepšovaných zemin musí být hrubozrnná, </w:t>
      </w:r>
      <w:proofErr w:type="spellStart"/>
      <w:r w:rsidRPr="00F31F8D">
        <w:rPr>
          <w:rFonts w:asciiTheme="majorHAnsi" w:eastAsia="Calibri" w:hAnsiTheme="majorHAnsi" w:cs="Times New Roman"/>
          <w:bCs/>
          <w:lang w:eastAsia="cs-CZ"/>
        </w:rPr>
        <w:t>nenamrzavá</w:t>
      </w:r>
      <w:proofErr w:type="spellEnd"/>
      <w:r w:rsidRPr="00F31F8D">
        <w:rPr>
          <w:rFonts w:asciiTheme="majorHAnsi" w:eastAsia="Calibri" w:hAnsiTheme="majorHAnsi" w:cs="Times New Roman"/>
          <w:bCs/>
          <w:lang w:eastAsia="cs-CZ"/>
        </w:rPr>
        <w:t xml:space="preserve"> a propustná. Z tohoto důvodu je navržena ze štěrkodrti.</w:t>
      </w:r>
    </w:p>
    <w:p w14:paraId="267FE587" w14:textId="291CDF70" w:rsidR="00A84512" w:rsidRDefault="00A84512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5FDBC1F" w14:textId="77777777" w:rsidR="00F31F8D" w:rsidRDefault="00F31F8D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395316E" w14:textId="2AD98630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04FC4">
        <w:rPr>
          <w:rFonts w:asciiTheme="majorHAnsi" w:eastAsia="Calibri" w:hAnsiTheme="majorHAnsi" w:cs="Times New Roman"/>
          <w:b/>
          <w:lang w:eastAsia="cs-CZ"/>
        </w:rPr>
        <w:lastRenderedPageBreak/>
        <w:t>Dotaz č. 132:</w:t>
      </w:r>
    </w:p>
    <w:p w14:paraId="5D960414" w14:textId="77777777" w:rsidR="00E04FC4" w:rsidRPr="00E04FC4" w:rsidRDefault="00E04FC4" w:rsidP="00E04FC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E04FC4">
        <w:rPr>
          <w:rFonts w:asciiTheme="majorHAnsi" w:hAnsiTheme="majorHAnsi" w:cs="Arial"/>
        </w:rPr>
        <w:t xml:space="preserve">V zadavatelem poskytnuté dokumentaci – soupisu prací objektu </w:t>
      </w:r>
      <w:r w:rsidRPr="00E04FC4">
        <w:rPr>
          <w:rFonts w:asciiTheme="majorHAnsi" w:hAnsiTheme="majorHAnsi" w:cs="Arial"/>
          <w:b/>
          <w:bCs/>
        </w:rPr>
        <w:t>SO 22-18-02 Nezamyslice – Kojetín, přeložka silnice III/4335 v km 62,4 – 62,9</w:t>
      </w:r>
      <w:r w:rsidRPr="00E04FC4">
        <w:rPr>
          <w:rFonts w:asciiTheme="majorHAnsi" w:hAnsiTheme="majorHAnsi" w:cs="Arial"/>
        </w:rPr>
        <w:t xml:space="preserve"> je položka kód 171103 ULOŽENÍ SYPANINY DO NÁSYPŮ SE ZHUTNĚNÍM DO </w:t>
      </w:r>
      <w:proofErr w:type="gramStart"/>
      <w:r w:rsidRPr="00E04FC4">
        <w:rPr>
          <w:rFonts w:asciiTheme="majorHAnsi" w:hAnsiTheme="majorHAnsi" w:cs="Arial"/>
        </w:rPr>
        <w:t>100%</w:t>
      </w:r>
      <w:proofErr w:type="gramEnd"/>
      <w:r w:rsidRPr="00E04FC4">
        <w:rPr>
          <w:rFonts w:asciiTheme="majorHAnsi" w:hAnsiTheme="majorHAnsi" w:cs="Arial"/>
        </w:rPr>
        <w:t xml:space="preserve"> PS, SO 22-18-02, </w:t>
      </w:r>
      <w:proofErr w:type="spellStart"/>
      <w:r w:rsidRPr="00E04FC4">
        <w:rPr>
          <w:rFonts w:asciiTheme="majorHAnsi" w:hAnsiTheme="majorHAnsi" w:cs="Arial"/>
        </w:rPr>
        <w:t>poř.č</w:t>
      </w:r>
      <w:proofErr w:type="spellEnd"/>
      <w:r w:rsidRPr="00E04FC4">
        <w:rPr>
          <w:rFonts w:asciiTheme="majorHAnsi" w:hAnsiTheme="majorHAnsi" w:cs="Arial"/>
        </w:rPr>
        <w:t xml:space="preserve">. 20, která podle popisu představuje ukládání zeminy do </w:t>
      </w:r>
      <w:proofErr w:type="spellStart"/>
      <w:r w:rsidRPr="00E04FC4">
        <w:rPr>
          <w:rFonts w:asciiTheme="majorHAnsi" w:hAnsiTheme="majorHAnsi" w:cs="Arial"/>
        </w:rPr>
        <w:t>dosypávek</w:t>
      </w:r>
      <w:proofErr w:type="spellEnd"/>
      <w:r w:rsidRPr="00E04FC4">
        <w:rPr>
          <w:rFonts w:asciiTheme="majorHAnsi" w:hAnsiTheme="majorHAnsi" w:cs="Arial"/>
        </w:rPr>
        <w:t xml:space="preserve"> mimo silniční těleso.  </w:t>
      </w:r>
    </w:p>
    <w:p w14:paraId="3637E514" w14:textId="195BFD72" w:rsidR="00A5760C" w:rsidRPr="00A5760C" w:rsidRDefault="00E04FC4" w:rsidP="00E04FC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Cs/>
          <w:color w:val="000000"/>
        </w:rPr>
      </w:pPr>
      <w:r w:rsidRPr="00A84512">
        <w:rPr>
          <w:rFonts w:asciiTheme="majorHAnsi" w:hAnsiTheme="majorHAnsi" w:cs="Arial"/>
          <w:bCs/>
          <w:iCs/>
          <w:color w:val="000000"/>
        </w:rPr>
        <w:t xml:space="preserve">Žádáme o informaci, zda zadavatel skutečně požaduje ukládání všech </w:t>
      </w:r>
      <w:proofErr w:type="spellStart"/>
      <w:r w:rsidRPr="00A84512">
        <w:rPr>
          <w:rFonts w:asciiTheme="majorHAnsi" w:hAnsiTheme="majorHAnsi" w:cs="Arial"/>
          <w:bCs/>
          <w:iCs/>
          <w:color w:val="000000"/>
        </w:rPr>
        <w:t>dosypávek</w:t>
      </w:r>
      <w:proofErr w:type="spellEnd"/>
      <w:r w:rsidRPr="00A84512">
        <w:rPr>
          <w:rFonts w:asciiTheme="majorHAnsi" w:hAnsiTheme="majorHAnsi" w:cs="Arial"/>
          <w:bCs/>
          <w:iCs/>
          <w:color w:val="000000"/>
        </w:rPr>
        <w:t xml:space="preserve"> se zhutněním 100 % </w:t>
      </w:r>
      <w:proofErr w:type="spellStart"/>
      <w:r w:rsidRPr="00A84512">
        <w:rPr>
          <w:rFonts w:asciiTheme="majorHAnsi" w:hAnsiTheme="majorHAnsi" w:cs="Arial"/>
          <w:bCs/>
          <w:iCs/>
          <w:color w:val="000000"/>
        </w:rPr>
        <w:t>Proctor</w:t>
      </w:r>
      <w:proofErr w:type="spellEnd"/>
      <w:r w:rsidRPr="00A84512">
        <w:rPr>
          <w:rFonts w:asciiTheme="majorHAnsi" w:hAnsiTheme="majorHAnsi" w:cs="Arial"/>
          <w:bCs/>
          <w:iCs/>
          <w:color w:val="000000"/>
        </w:rPr>
        <w:t xml:space="preserve"> nebo zda se tento požadavek týká jen </w:t>
      </w:r>
      <w:proofErr w:type="spellStart"/>
      <w:r w:rsidRPr="00A84512">
        <w:rPr>
          <w:rFonts w:asciiTheme="majorHAnsi" w:hAnsiTheme="majorHAnsi" w:cs="Arial"/>
          <w:bCs/>
          <w:iCs/>
          <w:color w:val="000000"/>
        </w:rPr>
        <w:t>dosypávek</w:t>
      </w:r>
      <w:proofErr w:type="spellEnd"/>
      <w:r w:rsidRPr="00A84512">
        <w:rPr>
          <w:rFonts w:asciiTheme="majorHAnsi" w:hAnsiTheme="majorHAnsi" w:cs="Arial"/>
          <w:bCs/>
          <w:iCs/>
          <w:color w:val="000000"/>
        </w:rPr>
        <w:t xml:space="preserve"> pod budoucí cyklostezkou a ostatní </w:t>
      </w:r>
      <w:proofErr w:type="spellStart"/>
      <w:r w:rsidRPr="00A84512">
        <w:rPr>
          <w:rFonts w:asciiTheme="majorHAnsi" w:hAnsiTheme="majorHAnsi" w:cs="Arial"/>
          <w:bCs/>
          <w:iCs/>
          <w:color w:val="000000"/>
        </w:rPr>
        <w:t>dosypávky</w:t>
      </w:r>
      <w:proofErr w:type="spellEnd"/>
      <w:r w:rsidRPr="00A84512">
        <w:rPr>
          <w:rFonts w:asciiTheme="majorHAnsi" w:hAnsiTheme="majorHAnsi" w:cs="Arial"/>
          <w:bCs/>
          <w:iCs/>
          <w:color w:val="000000"/>
        </w:rPr>
        <w:t xml:space="preserve"> mohou být prováděny bez zhutnění?</w:t>
      </w:r>
    </w:p>
    <w:p w14:paraId="0394A1AA" w14:textId="77777777" w:rsidR="00E04FC4" w:rsidRPr="00E04FC4" w:rsidRDefault="00E04FC4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80A9E77" w14:textId="77777777" w:rsidR="00E04FC4" w:rsidRPr="00F31F8D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31F8D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377913A" w14:textId="77777777" w:rsidR="00143ACD" w:rsidRPr="00F31F8D" w:rsidRDefault="00143ACD" w:rsidP="00143ACD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proofErr w:type="spellStart"/>
      <w:r w:rsidRPr="00F31F8D">
        <w:rPr>
          <w:rFonts w:asciiTheme="majorHAnsi" w:eastAsia="Calibri" w:hAnsiTheme="majorHAnsi" w:cs="Times New Roman"/>
          <w:bCs/>
          <w:lang w:eastAsia="cs-CZ"/>
        </w:rPr>
        <w:t>Dosypávky</w:t>
      </w:r>
      <w:proofErr w:type="spellEnd"/>
      <w:r w:rsidRPr="00F31F8D">
        <w:rPr>
          <w:rFonts w:asciiTheme="majorHAnsi" w:eastAsia="Calibri" w:hAnsiTheme="majorHAnsi" w:cs="Times New Roman"/>
          <w:bCs/>
          <w:lang w:eastAsia="cs-CZ"/>
        </w:rPr>
        <w:t xml:space="preserve"> se v rámci SO 22-18-02 týkají dvou částí:</w:t>
      </w:r>
    </w:p>
    <w:p w14:paraId="1D0B1ED0" w14:textId="7DF70E39" w:rsidR="00143ACD" w:rsidRDefault="00143ACD" w:rsidP="00143ACD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F31F8D">
        <w:rPr>
          <w:rFonts w:asciiTheme="majorHAnsi" w:eastAsia="Calibri" w:hAnsiTheme="majorHAnsi" w:cs="Times New Roman"/>
          <w:b/>
          <w:lang w:eastAsia="cs-CZ"/>
        </w:rPr>
        <w:t xml:space="preserve">První část </w:t>
      </w:r>
      <w:proofErr w:type="spellStart"/>
      <w:r w:rsidRPr="00F31F8D">
        <w:rPr>
          <w:rFonts w:asciiTheme="majorHAnsi" w:eastAsia="Calibri" w:hAnsiTheme="majorHAnsi" w:cs="Times New Roman"/>
          <w:b/>
          <w:lang w:eastAsia="cs-CZ"/>
        </w:rPr>
        <w:t>dosypávek</w:t>
      </w:r>
      <w:proofErr w:type="spellEnd"/>
      <w:r w:rsidRPr="00F31F8D">
        <w:rPr>
          <w:rFonts w:asciiTheme="majorHAnsi" w:eastAsia="Calibri" w:hAnsiTheme="majorHAnsi" w:cs="Times New Roman"/>
          <w:bCs/>
          <w:lang w:eastAsia="cs-CZ"/>
        </w:rPr>
        <w:t xml:space="preserve"> se týká dosypu materiálu pod nezpevněnými krajnicemi. Materiál tohoto násypu vychází ze vzorových listů MD – např. VL1 22-01. Z tohoto vzorového listu je jasně patrno, jaký zde má být navržen materiál, včetně zhutnění </w:t>
      </w:r>
      <w:proofErr w:type="gramStart"/>
      <w:r w:rsidRPr="00F31F8D">
        <w:rPr>
          <w:rFonts w:asciiTheme="majorHAnsi" w:eastAsia="Calibri" w:hAnsiTheme="majorHAnsi" w:cs="Times New Roman"/>
          <w:bCs/>
          <w:lang w:eastAsia="cs-CZ"/>
        </w:rPr>
        <w:t>100%</w:t>
      </w:r>
      <w:proofErr w:type="gramEnd"/>
      <w:r w:rsidRPr="00F31F8D">
        <w:rPr>
          <w:rFonts w:asciiTheme="majorHAnsi" w:eastAsia="Calibri" w:hAnsiTheme="majorHAnsi" w:cs="Times New Roman"/>
          <w:bCs/>
          <w:lang w:eastAsia="cs-CZ"/>
        </w:rPr>
        <w:t xml:space="preserve">PS. </w:t>
      </w:r>
      <w:r w:rsidR="00A5760C" w:rsidRPr="00F31F8D">
        <w:rPr>
          <w:rFonts w:asciiTheme="majorHAnsi" w:eastAsia="Calibri" w:hAnsiTheme="majorHAnsi" w:cs="Times New Roman"/>
          <w:bCs/>
          <w:lang w:eastAsia="cs-CZ"/>
        </w:rPr>
        <w:t>Byl</w:t>
      </w:r>
      <w:r w:rsidRPr="00F31F8D">
        <w:rPr>
          <w:rFonts w:asciiTheme="majorHAnsi" w:eastAsia="Calibri" w:hAnsiTheme="majorHAnsi" w:cs="Times New Roman"/>
          <w:bCs/>
          <w:lang w:eastAsia="cs-CZ"/>
        </w:rPr>
        <w:t xml:space="preserve"> upraven</w:t>
      </w:r>
      <w:r w:rsidR="00A5760C" w:rsidRPr="00F31F8D">
        <w:rPr>
          <w:rFonts w:asciiTheme="majorHAnsi" w:eastAsia="Calibri" w:hAnsiTheme="majorHAnsi" w:cs="Times New Roman"/>
          <w:bCs/>
          <w:lang w:eastAsia="cs-CZ"/>
        </w:rPr>
        <w:t xml:space="preserve"> soupis prací</w:t>
      </w:r>
      <w:r w:rsidRPr="00F31F8D">
        <w:rPr>
          <w:rFonts w:asciiTheme="majorHAnsi" w:eastAsia="Calibri" w:hAnsiTheme="majorHAnsi" w:cs="Times New Roman"/>
          <w:bCs/>
          <w:lang w:eastAsia="cs-CZ"/>
        </w:rPr>
        <w:t>.</w:t>
      </w:r>
    </w:p>
    <w:p w14:paraId="09E997D9" w14:textId="77777777" w:rsidR="00F31F8D" w:rsidRPr="00F31F8D" w:rsidRDefault="00F31F8D" w:rsidP="00143ACD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EA9C2A4" w14:textId="77777777" w:rsidR="00E04FC4" w:rsidRPr="00F31F8D" w:rsidRDefault="00143ACD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F31F8D">
        <w:rPr>
          <w:rFonts w:asciiTheme="majorHAnsi" w:eastAsia="Calibri" w:hAnsiTheme="majorHAnsi" w:cs="Times New Roman"/>
          <w:bCs/>
          <w:noProof/>
          <w:lang w:eastAsia="cs-CZ"/>
        </w:rPr>
        <w:drawing>
          <wp:inline distT="0" distB="0" distL="0" distR="0" wp14:anchorId="1C3450B9" wp14:editId="1E097B56">
            <wp:extent cx="5525770" cy="2766695"/>
            <wp:effectExtent l="0" t="0" r="0" b="0"/>
            <wp:docPr id="7622686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26861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CE671" w14:textId="0A904434" w:rsidR="00143ACD" w:rsidRPr="00F31F8D" w:rsidRDefault="00143ACD" w:rsidP="00143ACD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F31F8D">
        <w:rPr>
          <w:rFonts w:asciiTheme="majorHAnsi" w:eastAsia="Calibri" w:hAnsiTheme="majorHAnsi" w:cs="Times New Roman"/>
          <w:b/>
          <w:lang w:eastAsia="cs-CZ"/>
        </w:rPr>
        <w:t xml:space="preserve">Druhá část </w:t>
      </w:r>
      <w:proofErr w:type="spellStart"/>
      <w:r w:rsidRPr="00F31F8D">
        <w:rPr>
          <w:rFonts w:asciiTheme="majorHAnsi" w:eastAsia="Calibri" w:hAnsiTheme="majorHAnsi" w:cs="Times New Roman"/>
          <w:b/>
          <w:lang w:eastAsia="cs-CZ"/>
        </w:rPr>
        <w:t>dosypávek</w:t>
      </w:r>
      <w:proofErr w:type="spellEnd"/>
      <w:r w:rsidRPr="00F31F8D">
        <w:rPr>
          <w:rFonts w:asciiTheme="majorHAnsi" w:eastAsia="Calibri" w:hAnsiTheme="majorHAnsi" w:cs="Times New Roman"/>
          <w:bCs/>
          <w:lang w:eastAsia="cs-CZ"/>
        </w:rPr>
        <w:t xml:space="preserve"> se týká dosypu materiálu v rámci terénních úprav a zde je možno použít zeminu získanou z výkopu a není nutné provádět zhutnění na </w:t>
      </w:r>
      <w:proofErr w:type="gramStart"/>
      <w:r w:rsidRPr="00F31F8D">
        <w:rPr>
          <w:rFonts w:asciiTheme="majorHAnsi" w:eastAsia="Calibri" w:hAnsiTheme="majorHAnsi" w:cs="Times New Roman"/>
          <w:bCs/>
          <w:lang w:eastAsia="cs-CZ"/>
        </w:rPr>
        <w:t>100%</w:t>
      </w:r>
      <w:proofErr w:type="gramEnd"/>
      <w:r w:rsidRPr="00F31F8D">
        <w:rPr>
          <w:rFonts w:asciiTheme="majorHAnsi" w:eastAsia="Calibri" w:hAnsiTheme="majorHAnsi" w:cs="Times New Roman"/>
          <w:bCs/>
          <w:lang w:eastAsia="cs-CZ"/>
        </w:rPr>
        <w:t>PS. B</w:t>
      </w:r>
      <w:r w:rsidR="00A5760C" w:rsidRPr="00F31F8D">
        <w:rPr>
          <w:rFonts w:asciiTheme="majorHAnsi" w:eastAsia="Calibri" w:hAnsiTheme="majorHAnsi" w:cs="Times New Roman"/>
          <w:bCs/>
          <w:lang w:eastAsia="cs-CZ"/>
        </w:rPr>
        <w:t>yl</w:t>
      </w:r>
      <w:r w:rsidRPr="00F31F8D">
        <w:rPr>
          <w:rFonts w:asciiTheme="majorHAnsi" w:eastAsia="Calibri" w:hAnsiTheme="majorHAnsi" w:cs="Times New Roman"/>
          <w:bCs/>
          <w:lang w:eastAsia="cs-CZ"/>
        </w:rPr>
        <w:t xml:space="preserve"> upraven </w:t>
      </w:r>
      <w:r w:rsidR="008A25EF" w:rsidRPr="00F31F8D">
        <w:rPr>
          <w:rFonts w:asciiTheme="majorHAnsi" w:eastAsia="Calibri" w:hAnsiTheme="majorHAnsi" w:cs="Times New Roman"/>
          <w:bCs/>
          <w:lang w:eastAsia="cs-CZ"/>
        </w:rPr>
        <w:t>soupis prací</w:t>
      </w:r>
      <w:r w:rsidRPr="00F31F8D">
        <w:rPr>
          <w:rFonts w:asciiTheme="majorHAnsi" w:eastAsia="Calibri" w:hAnsiTheme="majorHAnsi" w:cs="Times New Roman"/>
          <w:bCs/>
          <w:lang w:eastAsia="cs-CZ"/>
        </w:rPr>
        <w:t>.</w:t>
      </w:r>
    </w:p>
    <w:p w14:paraId="5B416739" w14:textId="77777777" w:rsidR="00143ACD" w:rsidRPr="00F31F8D" w:rsidRDefault="00143ACD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F31F8D">
        <w:rPr>
          <w:rFonts w:asciiTheme="majorHAnsi" w:eastAsia="Calibri" w:hAnsiTheme="majorHAnsi" w:cs="Times New Roman"/>
          <w:bCs/>
          <w:noProof/>
          <w:lang w:eastAsia="cs-CZ"/>
        </w:rPr>
        <w:drawing>
          <wp:inline distT="0" distB="0" distL="0" distR="0" wp14:anchorId="6CCD5992" wp14:editId="1CF2333F">
            <wp:extent cx="5525770" cy="2614295"/>
            <wp:effectExtent l="0" t="0" r="0" b="0"/>
            <wp:docPr id="161827875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27875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61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1DE4E" w14:textId="2226E58D" w:rsidR="00E04FC4" w:rsidRDefault="00E04FC4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9412877" w14:textId="63BA39B1" w:rsidR="00F31F8D" w:rsidRDefault="00F31F8D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A441AAE" w14:textId="21C08E2F" w:rsidR="00F31F8D" w:rsidRDefault="00F31F8D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31B560C" w14:textId="7AC0F44E" w:rsidR="00F31F8D" w:rsidRDefault="00F31F8D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7694E8B" w14:textId="77777777" w:rsidR="00F31F8D" w:rsidRPr="00F31F8D" w:rsidRDefault="00F31F8D" w:rsidP="00E04FC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695A460D" w14:textId="77777777" w:rsidR="00E04FC4" w:rsidRPr="00F31F8D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31F8D">
        <w:rPr>
          <w:rFonts w:asciiTheme="majorHAnsi" w:eastAsia="Calibri" w:hAnsiTheme="majorHAnsi" w:cs="Times New Roman"/>
          <w:b/>
          <w:lang w:eastAsia="cs-CZ"/>
        </w:rPr>
        <w:t>Dotaz č. 133:</w:t>
      </w:r>
    </w:p>
    <w:p w14:paraId="473E5A55" w14:textId="77777777" w:rsidR="00E04FC4" w:rsidRPr="00E04FC4" w:rsidRDefault="00E04FC4" w:rsidP="00E04FC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F31F8D">
        <w:rPr>
          <w:rFonts w:asciiTheme="majorHAnsi" w:hAnsiTheme="majorHAnsi" w:cs="Arial"/>
        </w:rPr>
        <w:t xml:space="preserve">V zadavatelem poskytnuté dokumentaci – soupisu prací objektu </w:t>
      </w:r>
      <w:r w:rsidRPr="00F31F8D">
        <w:rPr>
          <w:rFonts w:asciiTheme="majorHAnsi" w:hAnsiTheme="majorHAnsi" w:cs="Arial"/>
          <w:b/>
          <w:bCs/>
        </w:rPr>
        <w:t>SO 22-18-02.01 Nezamyslice – Kojetín, přeložka silnice III/4335 v km 62,4 – 62,9</w:t>
      </w:r>
      <w:r w:rsidRPr="00F31F8D">
        <w:rPr>
          <w:rFonts w:asciiTheme="majorHAnsi" w:hAnsiTheme="majorHAnsi" w:cs="Arial"/>
        </w:rPr>
        <w:t xml:space="preserve"> je položka</w:t>
      </w:r>
      <w:r w:rsidRPr="00F31F8D">
        <w:rPr>
          <w:rFonts w:asciiTheme="majorHAnsi" w:hAnsiTheme="majorHAnsi"/>
        </w:rPr>
        <w:t xml:space="preserve"> </w:t>
      </w:r>
      <w:r w:rsidRPr="00F31F8D">
        <w:rPr>
          <w:rFonts w:asciiTheme="majorHAnsi" w:hAnsiTheme="majorHAnsi" w:cs="Arial"/>
        </w:rPr>
        <w:t>kód 17180 ULOŽENÍ SYPANINY DO NÁSYPŮ</w:t>
      </w:r>
      <w:r w:rsidRPr="00E04FC4">
        <w:rPr>
          <w:rFonts w:asciiTheme="majorHAnsi" w:hAnsiTheme="majorHAnsi" w:cs="Arial"/>
        </w:rPr>
        <w:t xml:space="preserve">        Z NAKUPOVANÝCH MATERIÁLŮ </w:t>
      </w:r>
      <w:proofErr w:type="spellStart"/>
      <w:r w:rsidRPr="00E04FC4">
        <w:rPr>
          <w:rFonts w:asciiTheme="majorHAnsi" w:hAnsiTheme="majorHAnsi" w:cs="Arial"/>
        </w:rPr>
        <w:t>poř.č</w:t>
      </w:r>
      <w:proofErr w:type="spellEnd"/>
      <w:r w:rsidRPr="00E04FC4">
        <w:rPr>
          <w:rFonts w:asciiTheme="majorHAnsi" w:hAnsiTheme="majorHAnsi" w:cs="Arial"/>
        </w:rPr>
        <w:t xml:space="preserve">. 10, a rovněž i v soupisu prací objektu </w:t>
      </w:r>
      <w:r w:rsidRPr="00E04FC4">
        <w:rPr>
          <w:rFonts w:asciiTheme="majorHAnsi" w:hAnsiTheme="majorHAnsi" w:cs="Arial"/>
          <w:b/>
          <w:bCs/>
        </w:rPr>
        <w:t>SO 22-18-16.01 Nezamyslice – Kojetín, přeložka silnice III/4335 v km 66,4 – 67,4</w:t>
      </w:r>
      <w:r w:rsidRPr="00E04FC4">
        <w:rPr>
          <w:rFonts w:asciiTheme="majorHAnsi" w:hAnsiTheme="majorHAnsi" w:cs="Arial"/>
        </w:rPr>
        <w:t xml:space="preserve"> stejná položka poř.č.12, se specifikací ŠD 0-63, která představuje v těchto objektech násypy silničního tělesa.</w:t>
      </w:r>
    </w:p>
    <w:p w14:paraId="3E1C4127" w14:textId="77777777" w:rsidR="00E04FC4" w:rsidRPr="00E04FC4" w:rsidRDefault="00E04FC4" w:rsidP="00E04FC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E04FC4">
        <w:rPr>
          <w:rFonts w:asciiTheme="majorHAnsi" w:hAnsiTheme="majorHAnsi" w:cs="Arial"/>
          <w:color w:val="000000"/>
        </w:rPr>
        <w:t xml:space="preserve">V projektové dokumentaci SO 22-18-02.1 je v TZ i řezech požadavek na štěrkodrť, v projektové dokumentaci SO 22-18-16.01 je v TZ požadavek na </w:t>
      </w:r>
      <w:proofErr w:type="spellStart"/>
      <w:r w:rsidRPr="00E04FC4">
        <w:rPr>
          <w:rFonts w:asciiTheme="majorHAnsi" w:hAnsiTheme="majorHAnsi" w:cs="Arial"/>
          <w:color w:val="000000"/>
        </w:rPr>
        <w:t>štěrkodť</w:t>
      </w:r>
      <w:proofErr w:type="spellEnd"/>
      <w:r w:rsidRPr="00E04FC4">
        <w:rPr>
          <w:rFonts w:asciiTheme="majorHAnsi" w:hAnsiTheme="majorHAnsi" w:cs="Arial"/>
          <w:color w:val="000000"/>
        </w:rPr>
        <w:t xml:space="preserve"> 0-63 a v řezech požadavek na vhodný materiál do násypu.</w:t>
      </w:r>
    </w:p>
    <w:p w14:paraId="5CFC3993" w14:textId="77777777" w:rsidR="00E04FC4" w:rsidRPr="00A84512" w:rsidRDefault="00E04FC4" w:rsidP="00E04FC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Cs/>
          <w:color w:val="000000"/>
        </w:rPr>
      </w:pPr>
      <w:r w:rsidRPr="00A84512">
        <w:rPr>
          <w:rFonts w:asciiTheme="majorHAnsi" w:hAnsiTheme="majorHAnsi" w:cs="Arial"/>
          <w:bCs/>
          <w:iCs/>
          <w:color w:val="000000"/>
        </w:rPr>
        <w:t xml:space="preserve">Žádáme zadavatele o informaci, jaké další parametry kromě zaručeného zhutnění </w:t>
      </w:r>
      <w:proofErr w:type="gramStart"/>
      <w:r w:rsidRPr="00A84512">
        <w:rPr>
          <w:rFonts w:asciiTheme="majorHAnsi" w:hAnsiTheme="majorHAnsi" w:cs="Arial"/>
          <w:bCs/>
          <w:iCs/>
          <w:color w:val="000000"/>
        </w:rPr>
        <w:t>vrstev  a</w:t>
      </w:r>
      <w:proofErr w:type="gramEnd"/>
      <w:r w:rsidRPr="00A84512">
        <w:rPr>
          <w:rFonts w:asciiTheme="majorHAnsi" w:hAnsiTheme="majorHAnsi" w:cs="Arial"/>
          <w:bCs/>
          <w:iCs/>
          <w:color w:val="000000"/>
        </w:rPr>
        <w:t xml:space="preserve"> dosažení požadovaného modulu pružnosti v podloží kolejového lože zadavatel požaduje u těchto zbytečně drahých násypových materiálů?</w:t>
      </w:r>
    </w:p>
    <w:p w14:paraId="7737838C" w14:textId="77777777" w:rsidR="00A5760C" w:rsidRPr="00E04FC4" w:rsidRDefault="00A5760C" w:rsidP="00E04FC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6816C2B6" w14:textId="77777777" w:rsidR="00E04FC4" w:rsidRPr="00F31F8D" w:rsidRDefault="00E04FC4" w:rsidP="00E04F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31F8D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7AA01CC" w14:textId="0C163326" w:rsidR="00143ACD" w:rsidRPr="00F31F8D" w:rsidRDefault="00143ACD" w:rsidP="00143AC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31F8D">
        <w:rPr>
          <w:rFonts w:eastAsia="Calibri" w:cs="Times New Roman"/>
          <w:bCs/>
          <w:lang w:eastAsia="cs-CZ"/>
        </w:rPr>
        <w:t xml:space="preserve">U obou výše uvedených stavebních objektů jsou násypy navrženy ze štěrkodrti frakce 0/63. Jedná se o vhodný materiál do násypů dle normy ČSN 736133 Návrh a provádění zemního tělesa pozemních komunikací. Jednotlivé </w:t>
      </w:r>
      <w:r w:rsidR="008F7CB6" w:rsidRPr="00F31F8D">
        <w:rPr>
          <w:rFonts w:eastAsia="Calibri" w:cs="Times New Roman"/>
          <w:bCs/>
          <w:lang w:eastAsia="cs-CZ"/>
        </w:rPr>
        <w:t>parametry,</w:t>
      </w:r>
      <w:r w:rsidRPr="00F31F8D">
        <w:rPr>
          <w:rFonts w:eastAsia="Calibri" w:cs="Times New Roman"/>
          <w:bCs/>
          <w:lang w:eastAsia="cs-CZ"/>
        </w:rPr>
        <w:t xml:space="preserve"> jaké má vhodná zemina dle ČSN 736133 splňovat pro použití do násypů pozemních komunikací, jsou detailně popsány v této normě.</w:t>
      </w:r>
    </w:p>
    <w:p w14:paraId="1013D29E" w14:textId="77777777" w:rsidR="00E04FC4" w:rsidRPr="0073171B" w:rsidRDefault="00E04FC4" w:rsidP="00E04FC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4E3E014" w14:textId="77777777" w:rsidR="00F31F8D" w:rsidRDefault="00F31F8D" w:rsidP="00F31F8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A797355" w14:textId="77777777" w:rsidR="00F31F8D" w:rsidRDefault="00F31F8D" w:rsidP="00F31F8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DFBA949" w14:textId="05182614" w:rsidR="00664163" w:rsidRPr="00F31F8D" w:rsidRDefault="00664163" w:rsidP="00F31F8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F31F8D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A9A630F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EB5785C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2D769B8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CFF7AE7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01ADF90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31F8D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="00F90746"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="00F90746" w:rsidRPr="00BD5319">
        <w:rPr>
          <w:rFonts w:eastAsia="Calibri" w:cs="Times New Roman"/>
          <w:bCs/>
          <w:lang w:eastAsia="cs-CZ"/>
        </w:rPr>
      </w:r>
      <w:r w:rsidR="00F90746"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="00F90746" w:rsidRPr="00BD5319">
        <w:rPr>
          <w:rFonts w:eastAsia="Calibri" w:cs="Times New Roman"/>
          <w:bCs/>
          <w:lang w:eastAsia="cs-CZ"/>
        </w:rPr>
        <w:fldChar w:fldCharType="end"/>
      </w:r>
    </w:p>
    <w:p w14:paraId="1880A305" w14:textId="407D8A25" w:rsidR="00A5760C" w:rsidRPr="00375A13" w:rsidRDefault="00A5760C" w:rsidP="00A5760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5A13">
        <w:rPr>
          <w:rFonts w:eastAsia="Calibri" w:cs="Times New Roman"/>
          <w:bCs/>
          <w:lang w:eastAsia="cs-CZ"/>
        </w:rPr>
        <w:t>XDC-Brno-Prerov-4-zm1</w:t>
      </w:r>
      <w:r>
        <w:rPr>
          <w:rFonts w:eastAsia="Calibri" w:cs="Times New Roman"/>
          <w:bCs/>
          <w:lang w:eastAsia="cs-CZ"/>
        </w:rPr>
        <w:t>2</w:t>
      </w:r>
      <w:r w:rsidRPr="00375A13">
        <w:rPr>
          <w:rFonts w:eastAsia="Calibri" w:cs="Times New Roman"/>
          <w:bCs/>
          <w:lang w:eastAsia="cs-CZ"/>
        </w:rPr>
        <w:t>-2024110</w:t>
      </w:r>
      <w:r>
        <w:rPr>
          <w:rFonts w:eastAsia="Calibri" w:cs="Times New Roman"/>
          <w:bCs/>
          <w:lang w:eastAsia="cs-CZ"/>
        </w:rPr>
        <w:t>8</w:t>
      </w:r>
      <w:r w:rsidRPr="00375A13">
        <w:rPr>
          <w:rFonts w:eastAsia="Calibri" w:cs="Times New Roman"/>
          <w:bCs/>
          <w:lang w:eastAsia="cs-CZ"/>
        </w:rPr>
        <w:t>.xml</w:t>
      </w:r>
    </w:p>
    <w:p w14:paraId="19FABD7A" w14:textId="74069D84" w:rsidR="00A5760C" w:rsidRPr="00375A13" w:rsidRDefault="00A5760C" w:rsidP="00A5760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5A13">
        <w:rPr>
          <w:rFonts w:eastAsia="Calibri" w:cs="Times New Roman"/>
          <w:bCs/>
          <w:lang w:eastAsia="cs-CZ"/>
        </w:rPr>
        <w:t>XLS-Brno-Prerov-4-zm1</w:t>
      </w:r>
      <w:r>
        <w:rPr>
          <w:rFonts w:eastAsia="Calibri" w:cs="Times New Roman"/>
          <w:bCs/>
          <w:lang w:eastAsia="cs-CZ"/>
        </w:rPr>
        <w:t>2</w:t>
      </w:r>
      <w:r w:rsidRPr="00375A13">
        <w:rPr>
          <w:rFonts w:eastAsia="Calibri" w:cs="Times New Roman"/>
          <w:bCs/>
          <w:lang w:eastAsia="cs-CZ"/>
        </w:rPr>
        <w:t>-2024110</w:t>
      </w:r>
      <w:r>
        <w:rPr>
          <w:rFonts w:eastAsia="Calibri" w:cs="Times New Roman"/>
          <w:bCs/>
          <w:lang w:eastAsia="cs-CZ"/>
        </w:rPr>
        <w:t>8</w:t>
      </w:r>
      <w:r w:rsidRPr="00375A13">
        <w:rPr>
          <w:rFonts w:eastAsia="Calibri" w:cs="Times New Roman"/>
          <w:bCs/>
          <w:lang w:eastAsia="cs-CZ"/>
        </w:rPr>
        <w:t>.xlsx</w:t>
      </w:r>
    </w:p>
    <w:p w14:paraId="41FF63AA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9F4E1D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61DFD9" w14:textId="77777777" w:rsidR="00F31F8D" w:rsidRDefault="00F31F8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84BB2C" w14:textId="1D22F01A" w:rsidR="00664163" w:rsidRPr="00F31F8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31F8D">
        <w:rPr>
          <w:rFonts w:eastAsia="Calibri" w:cs="Times New Roman"/>
          <w:lang w:eastAsia="cs-CZ"/>
        </w:rPr>
        <w:t xml:space="preserve">V Olomouci dne </w:t>
      </w:r>
      <w:r w:rsidR="00F31F8D" w:rsidRPr="00F31F8D">
        <w:rPr>
          <w:rFonts w:eastAsia="Calibri" w:cs="Times New Roman"/>
          <w:lang w:eastAsia="cs-CZ"/>
        </w:rPr>
        <w:t>8. 11. 2024</w:t>
      </w:r>
    </w:p>
    <w:p w14:paraId="760D84F0" w14:textId="77777777" w:rsidR="00664163" w:rsidRPr="00F31F8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B1D1FC" w14:textId="77777777" w:rsidR="00664163" w:rsidRPr="00F31F8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D1B8D7" w14:textId="77777777" w:rsidR="00664163" w:rsidRPr="00F31F8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FACF987" w14:textId="77777777" w:rsidR="00664163" w:rsidRPr="00F31F8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ED9FB0" w14:textId="77777777" w:rsidR="00664163" w:rsidRPr="00F31F8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E2AFD9E" w14:textId="77777777" w:rsidR="00664163" w:rsidRPr="00F31F8D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31F8D">
        <w:rPr>
          <w:rFonts w:eastAsia="Times New Roman" w:cs="Times New Roman"/>
          <w:b/>
          <w:bCs/>
          <w:lang w:eastAsia="cs-CZ"/>
        </w:rPr>
        <w:t>Ing. Miroslav Bocák</w:t>
      </w:r>
      <w:r w:rsidRPr="00F31F8D">
        <w:rPr>
          <w:rFonts w:eastAsia="Times New Roman" w:cs="Times New Roman"/>
          <w:b/>
          <w:lang w:eastAsia="cs-CZ"/>
        </w:rPr>
        <w:t xml:space="preserve"> </w:t>
      </w:r>
    </w:p>
    <w:p w14:paraId="22504801" w14:textId="77777777" w:rsidR="00664163" w:rsidRPr="00F31F8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31F8D">
        <w:rPr>
          <w:rFonts w:eastAsia="Times New Roman" w:cs="Times New Roman"/>
          <w:lang w:eastAsia="cs-CZ"/>
        </w:rPr>
        <w:t>ředitel organizační jednotky</w:t>
      </w:r>
      <w:r w:rsidRPr="00F31F8D">
        <w:rPr>
          <w:rFonts w:eastAsia="Times New Roman" w:cs="Times New Roman"/>
          <w:lang w:eastAsia="cs-CZ"/>
        </w:rPr>
        <w:tab/>
      </w:r>
    </w:p>
    <w:p w14:paraId="7CE70B47" w14:textId="77777777" w:rsidR="00664163" w:rsidRPr="00F31F8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31F8D">
        <w:rPr>
          <w:rFonts w:eastAsia="Times New Roman" w:cs="Times New Roman"/>
          <w:lang w:eastAsia="cs-CZ"/>
        </w:rPr>
        <w:t>Stavební správa východ</w:t>
      </w:r>
    </w:p>
    <w:p w14:paraId="46A8967B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F31F8D">
        <w:rPr>
          <w:rFonts w:eastAsia="Times New Roman" w:cs="Times New Roman"/>
          <w:lang w:eastAsia="cs-CZ"/>
        </w:rPr>
        <w:t>Správa železnic, státní organizace</w:t>
      </w:r>
    </w:p>
    <w:p w14:paraId="4CA1D7E8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77E4B658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A2149" w14:textId="77777777" w:rsidR="00290521" w:rsidRDefault="00290521" w:rsidP="00962258">
      <w:pPr>
        <w:spacing w:after="0" w:line="240" w:lineRule="auto"/>
      </w:pPr>
      <w:r>
        <w:separator/>
      </w:r>
    </w:p>
  </w:endnote>
  <w:endnote w:type="continuationSeparator" w:id="0">
    <w:p w14:paraId="70407D50" w14:textId="77777777" w:rsidR="00290521" w:rsidRDefault="002905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6961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9F0B62" w14:textId="77777777" w:rsidR="00F1715C" w:rsidRPr="00B8518B" w:rsidRDefault="00F9074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39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F31F8D">
            <w:fldChar w:fldCharType="begin"/>
          </w:r>
          <w:r w:rsidR="00F31F8D">
            <w:instrText xml:space="preserve"> NUMPAGES   \* MERGEFORMAT </w:instrText>
          </w:r>
          <w:r w:rsidR="00F31F8D">
            <w:fldChar w:fldCharType="separate"/>
          </w:r>
          <w:r w:rsidR="006A539B" w:rsidRPr="006A539B">
            <w:rPr>
              <w:rStyle w:val="slostrnky"/>
              <w:noProof/>
            </w:rPr>
            <w:t>6</w:t>
          </w:r>
          <w:r w:rsidR="00F31F8D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846C4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3A595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28293B6" w14:textId="77777777" w:rsidR="00F1715C" w:rsidRDefault="00F1715C" w:rsidP="00D831A3">
          <w:pPr>
            <w:pStyle w:val="Zpat"/>
          </w:pPr>
        </w:p>
      </w:tc>
    </w:tr>
  </w:tbl>
  <w:p w14:paraId="03D0D737" w14:textId="77777777" w:rsidR="00F1715C" w:rsidRPr="00B8518B" w:rsidRDefault="00F31F8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258A8C5C">
        <v:line id="Straight Connector 3" o:spid="_x0000_s1026" style="position:absolute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4F37773E">
        <v:line id="Straight Connector 2" o:spid="_x0000_s1031" style="position:absolute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EDB872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4CC4ED" w14:textId="77777777" w:rsidR="00712ED1" w:rsidRPr="00B8518B" w:rsidRDefault="00F9074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712ED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46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712ED1" w:rsidRPr="00B8518B">
            <w:rPr>
              <w:rStyle w:val="slostrnky"/>
            </w:rPr>
            <w:t>/</w:t>
          </w:r>
          <w:r w:rsidR="00F31F8D">
            <w:fldChar w:fldCharType="begin"/>
          </w:r>
          <w:r w:rsidR="00F31F8D">
            <w:instrText xml:space="preserve"> NUMPAGES   \* MERGEFORMAT </w:instrText>
          </w:r>
          <w:r w:rsidR="00F31F8D">
            <w:fldChar w:fldCharType="separate"/>
          </w:r>
          <w:r w:rsidR="002646A9" w:rsidRPr="002646A9">
            <w:rPr>
              <w:rStyle w:val="slostrnky"/>
              <w:noProof/>
            </w:rPr>
            <w:t>6</w:t>
          </w:r>
          <w:r w:rsidR="00F31F8D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2B7E15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290B822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F4B54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DB8F8D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41F12E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3725EDE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525A98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0E4EF9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9C75381" w14:textId="77777777" w:rsidR="00712ED1" w:rsidRDefault="00712ED1" w:rsidP="00331004">
          <w:pPr>
            <w:pStyle w:val="Zpat"/>
          </w:pPr>
        </w:p>
      </w:tc>
    </w:tr>
  </w:tbl>
  <w:p w14:paraId="76DCD6C8" w14:textId="77777777" w:rsidR="00F1715C" w:rsidRPr="00B8518B" w:rsidRDefault="00F31F8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34FE030B">
        <v:line id="Straight Connector 7" o:spid="_x0000_s1028" style="position:absolute;z-index:-251644928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0FC79544">
        <v:line id="Straight Connector 10" o:spid="_x0000_s1027" style="position:absolute;z-index:-25164595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  <w:p w14:paraId="11289AF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C4266" w14:textId="77777777" w:rsidR="00290521" w:rsidRDefault="00290521" w:rsidP="00962258">
      <w:pPr>
        <w:spacing w:after="0" w:line="240" w:lineRule="auto"/>
      </w:pPr>
      <w:r>
        <w:separator/>
      </w:r>
    </w:p>
  </w:footnote>
  <w:footnote w:type="continuationSeparator" w:id="0">
    <w:p w14:paraId="2907A401" w14:textId="77777777" w:rsidR="00290521" w:rsidRDefault="002905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1A2A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81C58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8B871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C92EEE" w14:textId="77777777" w:rsidR="00F1715C" w:rsidRPr="00D6163D" w:rsidRDefault="00F1715C" w:rsidP="00D6163D">
          <w:pPr>
            <w:pStyle w:val="Druhdokumentu"/>
          </w:pPr>
        </w:p>
      </w:tc>
    </w:tr>
  </w:tbl>
  <w:p w14:paraId="58D1697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522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1DAF13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DE66CDA" wp14:editId="2BEAAD2E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F31F8D">
            <w:rPr>
              <w:noProof/>
              <w:lang w:eastAsia="cs-CZ"/>
            </w:rPr>
            <w:pict w14:anchorId="65028A36">
              <v:shape id="Half Frame 8" o:spid="_x0000_s1030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<v:stroke joinstyle="miter"/>
                <v:path arrowok="t" o:connecttype="custom" o:connectlocs="0,0;161925,0;161925,0;0,0;0,161925;0,161925;0,0" o:connectangles="0,0,0,0,0,0,0"/>
                <w10:wrap anchory="page"/>
                <w10:anchorlock/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6442A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5E4762" w14:textId="77777777" w:rsidR="00F1715C" w:rsidRPr="00D6163D" w:rsidRDefault="00F1715C" w:rsidP="00FC6389">
          <w:pPr>
            <w:pStyle w:val="Druhdokumentu"/>
          </w:pPr>
        </w:p>
      </w:tc>
    </w:tr>
    <w:tr w:rsidR="00F64786" w14:paraId="2F7C766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C7C1A1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0146C2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0463FB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4D79F5E" w14:textId="77777777" w:rsidR="00F1715C" w:rsidRPr="00D6163D" w:rsidRDefault="00F31F8D" w:rsidP="00FC6389">
    <w:pPr>
      <w:pStyle w:val="Zhlav"/>
      <w:rPr>
        <w:sz w:val="8"/>
        <w:szCs w:val="8"/>
      </w:rPr>
    </w:pPr>
    <w:r>
      <w:rPr>
        <w:noProof/>
        <w:lang w:eastAsia="cs-CZ"/>
      </w:rPr>
      <w:pict w14:anchorId="2D7D24EA">
        <v:shape id="Half Frame 11" o:spid="_x0000_s1029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14:paraId="6F09B15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075C17"/>
    <w:multiLevelType w:val="hybridMultilevel"/>
    <w:tmpl w:val="4E9C2FE0"/>
    <w:lvl w:ilvl="0" w:tplc="0FAEE02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64BB295D"/>
    <w:multiLevelType w:val="hybridMultilevel"/>
    <w:tmpl w:val="ED72BC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334"/>
    <w:rsid w:val="00033432"/>
    <w:rsid w:val="000335CC"/>
    <w:rsid w:val="00053B58"/>
    <w:rsid w:val="00066116"/>
    <w:rsid w:val="00072C1E"/>
    <w:rsid w:val="000B3A82"/>
    <w:rsid w:val="000B6C7E"/>
    <w:rsid w:val="000B7907"/>
    <w:rsid w:val="000C0429"/>
    <w:rsid w:val="000C45E8"/>
    <w:rsid w:val="000F78C6"/>
    <w:rsid w:val="00114472"/>
    <w:rsid w:val="001267E4"/>
    <w:rsid w:val="00143ACD"/>
    <w:rsid w:val="00146EF8"/>
    <w:rsid w:val="001538D2"/>
    <w:rsid w:val="00170EC5"/>
    <w:rsid w:val="001747C1"/>
    <w:rsid w:val="0018596A"/>
    <w:rsid w:val="001A40E6"/>
    <w:rsid w:val="001B69C2"/>
    <w:rsid w:val="001C4DA0"/>
    <w:rsid w:val="00207DF5"/>
    <w:rsid w:val="002646A9"/>
    <w:rsid w:val="00267369"/>
    <w:rsid w:val="0026785D"/>
    <w:rsid w:val="002679CE"/>
    <w:rsid w:val="00273CE2"/>
    <w:rsid w:val="00290521"/>
    <w:rsid w:val="00296D39"/>
    <w:rsid w:val="002A468F"/>
    <w:rsid w:val="002A59FE"/>
    <w:rsid w:val="002C31BF"/>
    <w:rsid w:val="002E0CD7"/>
    <w:rsid w:val="002F026B"/>
    <w:rsid w:val="00315858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2A06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E45C2"/>
    <w:rsid w:val="006104F6"/>
    <w:rsid w:val="0061068E"/>
    <w:rsid w:val="00630DC6"/>
    <w:rsid w:val="00660AD3"/>
    <w:rsid w:val="00664163"/>
    <w:rsid w:val="006A539B"/>
    <w:rsid w:val="006A5570"/>
    <w:rsid w:val="006A689C"/>
    <w:rsid w:val="006B3D79"/>
    <w:rsid w:val="006B7D49"/>
    <w:rsid w:val="006E0578"/>
    <w:rsid w:val="006E314D"/>
    <w:rsid w:val="006E7F06"/>
    <w:rsid w:val="007021F6"/>
    <w:rsid w:val="00710723"/>
    <w:rsid w:val="00712ED1"/>
    <w:rsid w:val="007215C4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A0EFE"/>
    <w:rsid w:val="007B570C"/>
    <w:rsid w:val="007C6D48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25EF"/>
    <w:rsid w:val="008A3568"/>
    <w:rsid w:val="008D03B9"/>
    <w:rsid w:val="008F18D6"/>
    <w:rsid w:val="008F7CB6"/>
    <w:rsid w:val="00904780"/>
    <w:rsid w:val="009113A8"/>
    <w:rsid w:val="00922385"/>
    <w:rsid w:val="009223DF"/>
    <w:rsid w:val="00934DC3"/>
    <w:rsid w:val="00936091"/>
    <w:rsid w:val="00940D8A"/>
    <w:rsid w:val="00945324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5760C"/>
    <w:rsid w:val="00A6177B"/>
    <w:rsid w:val="00A66136"/>
    <w:rsid w:val="00A84512"/>
    <w:rsid w:val="00A943B5"/>
    <w:rsid w:val="00A97054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3377"/>
    <w:rsid w:val="00D21061"/>
    <w:rsid w:val="00D316A7"/>
    <w:rsid w:val="00D4108E"/>
    <w:rsid w:val="00D548C8"/>
    <w:rsid w:val="00D6163D"/>
    <w:rsid w:val="00D63009"/>
    <w:rsid w:val="00D831A3"/>
    <w:rsid w:val="00D83E60"/>
    <w:rsid w:val="00D902AD"/>
    <w:rsid w:val="00D9490A"/>
    <w:rsid w:val="00DA6FFE"/>
    <w:rsid w:val="00DC3110"/>
    <w:rsid w:val="00DD46F3"/>
    <w:rsid w:val="00DD58A6"/>
    <w:rsid w:val="00DE56F2"/>
    <w:rsid w:val="00DF116D"/>
    <w:rsid w:val="00E04FC4"/>
    <w:rsid w:val="00E06AD1"/>
    <w:rsid w:val="00E10710"/>
    <w:rsid w:val="00E824F1"/>
    <w:rsid w:val="00E9347D"/>
    <w:rsid w:val="00EB104F"/>
    <w:rsid w:val="00ED14BD"/>
    <w:rsid w:val="00EE066F"/>
    <w:rsid w:val="00F01440"/>
    <w:rsid w:val="00F12DEC"/>
    <w:rsid w:val="00F1715C"/>
    <w:rsid w:val="00F310F8"/>
    <w:rsid w:val="00F31F8D"/>
    <w:rsid w:val="00F35939"/>
    <w:rsid w:val="00F45607"/>
    <w:rsid w:val="00F64786"/>
    <w:rsid w:val="00F659EB"/>
    <w:rsid w:val="00F804A7"/>
    <w:rsid w:val="00F8318E"/>
    <w:rsid w:val="00F862D6"/>
    <w:rsid w:val="00F86BA6"/>
    <w:rsid w:val="00F9074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9C986"/>
  <w15:docId w15:val="{A8BAE2EF-D9B3-401A-A527-DD0C36B3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15C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E0AC25-033B-467A-B892-21A91CFCD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163</TotalTime>
  <Pages>5</Pages>
  <Words>1410</Words>
  <Characters>8321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21</cp:revision>
  <cp:lastPrinted>2019-02-22T13:28:00Z</cp:lastPrinted>
  <dcterms:created xsi:type="dcterms:W3CDTF">2024-07-11T06:52:00Z</dcterms:created>
  <dcterms:modified xsi:type="dcterms:W3CDTF">2024-11-08T09:37:00Z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